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b/>
          <w:sz w:val="30"/>
          <w:szCs w:val="30"/>
        </w:rPr>
      </w:pPr>
      <w:r>
        <w:rPr>
          <w:rFonts w:hint="eastAsia" w:ascii="Times New Roman" w:hAnsi="Times New Roman"/>
          <w:b/>
          <w:sz w:val="30"/>
          <w:szCs w:val="30"/>
        </w:rPr>
        <w:t>附件6</w:t>
      </w:r>
    </w:p>
    <w:p>
      <w:pPr>
        <w:rPr>
          <w:rFonts w:hint="eastAsia"/>
          <w:b/>
          <w:sz w:val="28"/>
        </w:rPr>
      </w:pPr>
    </w:p>
    <w:p>
      <w:pPr>
        <w:widowControl/>
        <w:spacing w:line="360" w:lineRule="auto"/>
        <w:jc w:val="center"/>
        <w:rPr>
          <w:rFonts w:hint="eastAsia" w:ascii="宋体" w:hAnsi="宋体" w:cs="宋体"/>
          <w:b/>
          <w:kern w:val="0"/>
          <w:sz w:val="44"/>
          <w:szCs w:val="44"/>
        </w:rPr>
      </w:pPr>
      <w:r>
        <w:rPr>
          <w:rFonts w:hint="eastAsia" w:ascii="宋体" w:hAnsi="宋体" w:cs="宋体"/>
          <w:b/>
          <w:kern w:val="0"/>
          <w:sz w:val="44"/>
          <w:szCs w:val="44"/>
        </w:rPr>
        <w:t>四川信息职业技术学院</w:t>
      </w:r>
    </w:p>
    <w:p>
      <w:pPr>
        <w:widowControl/>
        <w:spacing w:line="360" w:lineRule="auto"/>
        <w:jc w:val="center"/>
        <w:rPr>
          <w:rFonts w:ascii="宋体" w:hAnsi="宋体" w:cs="宋体"/>
          <w:b/>
          <w:kern w:val="0"/>
          <w:sz w:val="44"/>
          <w:szCs w:val="44"/>
        </w:rPr>
      </w:pPr>
      <w:r>
        <w:rPr>
          <w:rFonts w:hint="eastAsia" w:ascii="宋体" w:hAnsi="宋体" w:cs="宋体"/>
          <w:b/>
          <w:kern w:val="0"/>
          <w:sz w:val="44"/>
          <w:szCs w:val="44"/>
        </w:rPr>
        <w:t>自主岗位实习申请书</w:t>
      </w:r>
    </w:p>
    <w:p>
      <w:pPr>
        <w:widowControl/>
        <w:spacing w:line="360" w:lineRule="auto"/>
        <w:jc w:val="left"/>
        <w:rPr>
          <w:rFonts w:hint="eastAsia" w:ascii="宋体" w:hAnsi="宋体" w:cs="宋体"/>
          <w:kern w:val="0"/>
          <w:sz w:val="24"/>
          <w:u w:val="single"/>
        </w:rPr>
      </w:pPr>
    </w:p>
    <w:p>
      <w:pPr>
        <w:widowControl/>
        <w:spacing w:line="360" w:lineRule="auto"/>
        <w:jc w:val="left"/>
        <w:rPr>
          <w:rFonts w:hint="eastAsia" w:ascii="宋体" w:hAnsi="宋体" w:cs="宋体"/>
          <w:kern w:val="0"/>
          <w:sz w:val="24"/>
        </w:rPr>
      </w:pPr>
      <w:bookmarkStart w:id="0" w:name="_GoBack"/>
      <w:bookmarkEnd w:id="0"/>
      <w:r>
        <w:rPr>
          <w:rFonts w:hint="eastAsia" w:ascii="宋体" w:hAnsi="宋体" w:cs="宋体"/>
          <w:kern w:val="0"/>
          <w:sz w:val="24"/>
          <w:u w:val="single"/>
        </w:rPr>
        <w:t>       </w:t>
      </w:r>
      <w:r>
        <w:rPr>
          <w:rFonts w:hint="eastAsia" w:ascii="宋体" w:hAnsi="宋体" w:cs="宋体"/>
          <w:kern w:val="0"/>
          <w:sz w:val="24"/>
        </w:rPr>
        <w:t>二级学院：</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本人为</w:t>
      </w:r>
      <w:r>
        <w:rPr>
          <w:rFonts w:hint="eastAsia" w:ascii="宋体" w:hAnsi="宋体" w:cs="宋体"/>
          <w:kern w:val="0"/>
          <w:sz w:val="24"/>
          <w:u w:val="single"/>
        </w:rPr>
        <w:t>           </w:t>
      </w:r>
      <w:r>
        <w:rPr>
          <w:rFonts w:hint="eastAsia" w:ascii="宋体" w:hAnsi="宋体" w:cs="宋体"/>
          <w:kern w:val="0"/>
          <w:sz w:val="24"/>
        </w:rPr>
        <w:t>年级</w:t>
      </w:r>
      <w:r>
        <w:rPr>
          <w:rFonts w:hint="eastAsia" w:ascii="宋体" w:hAnsi="宋体" w:cs="宋体"/>
          <w:kern w:val="0"/>
          <w:sz w:val="24"/>
          <w:u w:val="single"/>
        </w:rPr>
        <w:t>          </w:t>
      </w:r>
      <w:r>
        <w:rPr>
          <w:rFonts w:hint="eastAsia" w:ascii="宋体" w:hAnsi="宋体" w:cs="宋体"/>
          <w:kern w:val="0"/>
          <w:sz w:val="24"/>
        </w:rPr>
        <w:t>专业</w:t>
      </w:r>
      <w:r>
        <w:rPr>
          <w:rFonts w:hint="eastAsia" w:ascii="宋体" w:hAnsi="宋体" w:cs="宋体"/>
          <w:kern w:val="0"/>
          <w:sz w:val="24"/>
          <w:u w:val="single"/>
        </w:rPr>
        <w:t>        </w:t>
      </w:r>
      <w:r>
        <w:rPr>
          <w:rFonts w:hint="eastAsia" w:ascii="宋体" w:hAnsi="宋体" w:cs="宋体"/>
          <w:kern w:val="0"/>
          <w:sz w:val="24"/>
        </w:rPr>
        <w:t>班学生，因</w:t>
      </w:r>
      <w:r>
        <w:rPr>
          <w:rFonts w:hint="eastAsia" w:ascii="宋体" w:hAnsi="宋体" w:cs="宋体"/>
          <w:kern w:val="0"/>
          <w:sz w:val="24"/>
          <w:u w:val="single"/>
        </w:rPr>
        <w:t>                                   </w:t>
      </w:r>
      <w:r>
        <w:rPr>
          <w:rFonts w:hint="eastAsia" w:ascii="宋体" w:hAnsi="宋体" w:cs="宋体"/>
          <w:kern w:val="0"/>
          <w:sz w:val="24"/>
        </w:rPr>
        <w:t>原因，经家长签字同意，申请到</w:t>
      </w:r>
      <w:r>
        <w:rPr>
          <w:rFonts w:hint="eastAsia" w:ascii="宋体" w:hAnsi="宋体" w:cs="宋体"/>
          <w:kern w:val="0"/>
          <w:sz w:val="24"/>
          <w:u w:val="single"/>
        </w:rPr>
        <w:t>                                </w:t>
      </w:r>
      <w:r>
        <w:rPr>
          <w:rFonts w:hint="eastAsia" w:ascii="宋体" w:hAnsi="宋体" w:cs="宋体"/>
          <w:kern w:val="0"/>
          <w:sz w:val="24"/>
        </w:rPr>
        <w:t>自主实习，实习时间自</w:t>
      </w:r>
      <w:r>
        <w:rPr>
          <w:rFonts w:hint="eastAsia" w:ascii="宋体" w:hAnsi="宋体" w:cs="宋体"/>
          <w:kern w:val="0"/>
          <w:sz w:val="24"/>
          <w:u w:val="single"/>
        </w:rPr>
        <w:t>             </w:t>
      </w:r>
      <w:r>
        <w:rPr>
          <w:rFonts w:hint="eastAsia" w:ascii="宋体" w:hAnsi="宋体" w:cs="宋体"/>
          <w:kern w:val="0"/>
          <w:sz w:val="24"/>
        </w:rPr>
        <w:t>起，至</w:t>
      </w:r>
      <w:r>
        <w:rPr>
          <w:rFonts w:hint="eastAsia" w:ascii="宋体" w:hAnsi="宋体" w:cs="宋体"/>
          <w:kern w:val="0"/>
          <w:sz w:val="24"/>
          <w:u w:val="single"/>
        </w:rPr>
        <w:t>          </w:t>
      </w:r>
      <w:r>
        <w:rPr>
          <w:rFonts w:hint="eastAsia" w:ascii="宋体" w:hAnsi="宋体" w:cs="宋体"/>
          <w:kern w:val="0"/>
          <w:sz w:val="24"/>
        </w:rPr>
        <w:t>止，实习期间住宿地点是：</w:t>
      </w:r>
      <w:r>
        <w:rPr>
          <w:rFonts w:hint="eastAsia" w:ascii="宋体" w:hAnsi="宋体" w:cs="宋体"/>
          <w:kern w:val="0"/>
          <w:sz w:val="24"/>
          <w:u w:val="single"/>
        </w:rPr>
        <w:t>                               </w:t>
      </w:r>
    </w:p>
    <w:p>
      <w:pPr>
        <w:widowControl/>
        <w:spacing w:line="360" w:lineRule="auto"/>
        <w:jc w:val="left"/>
        <w:rPr>
          <w:rFonts w:hint="eastAsia" w:ascii="宋体" w:hAnsi="宋体" w:cs="宋体"/>
          <w:kern w:val="0"/>
          <w:sz w:val="24"/>
        </w:rPr>
      </w:pPr>
      <w:r>
        <w:rPr>
          <w:rFonts w:hint="eastAsia" w:ascii="宋体" w:hAnsi="宋体" w:cs="宋体"/>
          <w:kern w:val="0"/>
          <w:sz w:val="24"/>
        </w:rPr>
        <w:t>本人的联系方式是：</w:t>
      </w:r>
      <w:r>
        <w:rPr>
          <w:rFonts w:hint="eastAsia" w:ascii="宋体" w:hAnsi="宋体" w:cs="宋体"/>
          <w:kern w:val="0"/>
          <w:sz w:val="24"/>
          <w:u w:val="single"/>
        </w:rPr>
        <w:t>          </w:t>
      </w:r>
      <w:r>
        <w:rPr>
          <w:rFonts w:hint="eastAsia" w:ascii="宋体" w:hAnsi="宋体" w:cs="宋体"/>
          <w:kern w:val="0"/>
          <w:sz w:val="24"/>
        </w:rPr>
        <w:t>。</w:t>
      </w:r>
    </w:p>
    <w:p>
      <w:pPr>
        <w:widowControl/>
        <w:spacing w:line="360" w:lineRule="auto"/>
        <w:jc w:val="left"/>
        <w:rPr>
          <w:rFonts w:hint="eastAsia" w:ascii="宋体" w:hAnsi="宋体" w:cs="宋体"/>
          <w:kern w:val="0"/>
          <w:sz w:val="24"/>
        </w:rPr>
      </w:pPr>
      <w:r>
        <w:rPr>
          <w:rFonts w:hint="eastAsia" w:ascii="宋体" w:hAnsi="宋体" w:cs="宋体"/>
          <w:kern w:val="0"/>
          <w:sz w:val="24"/>
        </w:rPr>
        <w:t>同时承诺：</w:t>
      </w:r>
    </w:p>
    <w:p>
      <w:pPr>
        <w:widowControl/>
        <w:spacing w:line="360" w:lineRule="auto"/>
        <w:jc w:val="left"/>
        <w:rPr>
          <w:rFonts w:hint="eastAsia" w:ascii="宋体" w:hAnsi="宋体" w:cs="宋体"/>
          <w:kern w:val="0"/>
          <w:sz w:val="24"/>
        </w:rPr>
      </w:pPr>
      <w:r>
        <w:rPr>
          <w:rFonts w:hint="eastAsia" w:ascii="宋体" w:hAnsi="宋体" w:cs="宋体"/>
          <w:kern w:val="0"/>
          <w:sz w:val="24"/>
        </w:rPr>
        <w:t>1、未完成的课程本人将业余自学，保证按时参加学校规定的所有考试；</w:t>
      </w:r>
    </w:p>
    <w:p>
      <w:pPr>
        <w:widowControl/>
        <w:spacing w:line="360" w:lineRule="auto"/>
        <w:jc w:val="left"/>
        <w:rPr>
          <w:rFonts w:hint="eastAsia" w:ascii="宋体" w:hAnsi="宋体" w:cs="宋体"/>
          <w:kern w:val="0"/>
          <w:sz w:val="24"/>
        </w:rPr>
      </w:pPr>
      <w:r>
        <w:rPr>
          <w:rFonts w:hint="eastAsia" w:ascii="宋体" w:hAnsi="宋体" w:cs="宋体"/>
          <w:kern w:val="0"/>
          <w:sz w:val="24"/>
        </w:rPr>
        <w:t>2、若由于未按时参加考试或考试不及格，以至于出现未修满毕业规定学分而影响正常毕业的后果则由本人承担；</w:t>
      </w:r>
    </w:p>
    <w:p>
      <w:pPr>
        <w:widowControl/>
        <w:spacing w:line="360" w:lineRule="auto"/>
        <w:jc w:val="left"/>
        <w:rPr>
          <w:rFonts w:hint="eastAsia" w:ascii="宋体" w:hAnsi="宋体" w:cs="宋体"/>
          <w:kern w:val="0"/>
          <w:sz w:val="24"/>
        </w:rPr>
      </w:pPr>
      <w:r>
        <w:rPr>
          <w:rFonts w:hint="eastAsia" w:ascii="宋体" w:hAnsi="宋体" w:cs="宋体"/>
          <w:kern w:val="0"/>
          <w:sz w:val="24"/>
        </w:rPr>
        <w:t>3、实习期间的人身财产安全由本人自己负责。</w:t>
      </w:r>
    </w:p>
    <w:p>
      <w:pPr>
        <w:widowControl/>
        <w:spacing w:line="360" w:lineRule="auto"/>
        <w:jc w:val="both"/>
        <w:rPr>
          <w:rFonts w:hint="eastAsia" w:ascii="宋体" w:hAnsi="宋体" w:cs="宋体"/>
          <w:kern w:val="0"/>
          <w:sz w:val="24"/>
        </w:rPr>
      </w:pPr>
    </w:p>
    <w:p>
      <w:pPr>
        <w:widowControl/>
        <w:spacing w:line="360" w:lineRule="auto"/>
        <w:ind w:firstLine="4560" w:firstLineChars="1900"/>
        <w:jc w:val="both"/>
        <w:rPr>
          <w:rFonts w:hint="eastAsia" w:ascii="宋体" w:hAnsi="宋体" w:cs="宋体"/>
          <w:kern w:val="0"/>
          <w:sz w:val="24"/>
        </w:rPr>
      </w:pPr>
      <w:r>
        <w:rPr>
          <w:rFonts w:hint="eastAsia" w:ascii="宋体" w:hAnsi="宋体" w:cs="宋体"/>
          <w:kern w:val="0"/>
          <w:sz w:val="24"/>
        </w:rPr>
        <w:t>申请人：</w:t>
      </w:r>
      <w:r>
        <w:rPr>
          <w:rFonts w:hint="eastAsia" w:ascii="宋体" w:hAnsi="宋体" w:cs="宋体"/>
          <w:kern w:val="0"/>
          <w:sz w:val="24"/>
          <w:u w:val="single"/>
        </w:rPr>
        <w:t>      </w:t>
      </w:r>
      <w:r>
        <w:rPr>
          <w:rFonts w:hint="eastAsia" w:ascii="宋体" w:hAnsi="宋体" w:cs="宋体"/>
          <w:kern w:val="0"/>
          <w:sz w:val="24"/>
          <w:u w:val="single"/>
          <w:lang w:val="en-US" w:eastAsia="zh-CN"/>
        </w:rPr>
        <w:t xml:space="preserve">      </w:t>
      </w:r>
      <w:r>
        <w:rPr>
          <w:rFonts w:hint="eastAsia" w:ascii="宋体" w:hAnsi="宋体" w:cs="宋体"/>
          <w:kern w:val="0"/>
          <w:sz w:val="24"/>
          <w:u w:val="single"/>
        </w:rPr>
        <w:t>   </w:t>
      </w:r>
    </w:p>
    <w:p>
      <w:pPr>
        <w:widowControl/>
        <w:spacing w:line="360" w:lineRule="auto"/>
        <w:ind w:firstLine="4560" w:firstLineChars="1900"/>
        <w:jc w:val="left"/>
        <w:rPr>
          <w:rFonts w:hint="eastAsia" w:ascii="宋体" w:hAnsi="宋体" w:cs="宋体"/>
          <w:kern w:val="0"/>
          <w:sz w:val="24"/>
        </w:rPr>
      </w:pPr>
      <w:r>
        <w:rPr>
          <w:rFonts w:hint="eastAsia" w:ascii="宋体" w:hAnsi="宋体" w:cs="宋体"/>
          <w:kern w:val="0"/>
          <w:sz w:val="24"/>
        </w:rPr>
        <w:t>家长签字：</w:t>
      </w:r>
      <w:r>
        <w:rPr>
          <w:rFonts w:hint="eastAsia" w:ascii="宋体" w:hAnsi="宋体" w:cs="宋体"/>
          <w:kern w:val="0"/>
          <w:sz w:val="24"/>
          <w:u w:val="single"/>
        </w:rPr>
        <w:t>       </w:t>
      </w:r>
      <w:r>
        <w:rPr>
          <w:rFonts w:hint="eastAsia" w:ascii="宋体" w:hAnsi="宋体" w:cs="宋体"/>
          <w:kern w:val="0"/>
          <w:sz w:val="24"/>
          <w:u w:val="single"/>
          <w:lang w:val="en-US" w:eastAsia="zh-CN"/>
        </w:rPr>
        <w:t xml:space="preserve">    </w:t>
      </w:r>
      <w:r>
        <w:rPr>
          <w:rFonts w:hint="eastAsia" w:ascii="宋体" w:hAnsi="宋体" w:cs="宋体"/>
          <w:kern w:val="0"/>
          <w:sz w:val="24"/>
          <w:u w:val="single"/>
        </w:rPr>
        <w:t>  </w:t>
      </w:r>
    </w:p>
    <w:p>
      <w:pPr>
        <w:widowControl/>
        <w:spacing w:line="360" w:lineRule="auto"/>
        <w:ind w:firstLine="4560" w:firstLineChars="1900"/>
        <w:jc w:val="left"/>
        <w:rPr>
          <w:rFonts w:hint="eastAsia" w:ascii="宋体" w:hAnsi="宋体" w:cs="宋体"/>
          <w:kern w:val="0"/>
          <w:sz w:val="24"/>
        </w:rPr>
      </w:pPr>
      <w:r>
        <w:rPr>
          <w:rFonts w:hint="eastAsia" w:ascii="宋体" w:hAnsi="宋体" w:cs="宋体"/>
          <w:kern w:val="0"/>
          <w:sz w:val="24"/>
        </w:rPr>
        <w:t>联系方式：</w:t>
      </w:r>
      <w:r>
        <w:rPr>
          <w:rFonts w:hint="eastAsia" w:ascii="宋体" w:hAnsi="宋体" w:cs="宋体"/>
          <w:kern w:val="0"/>
          <w:sz w:val="24"/>
          <w:u w:val="single"/>
        </w:rPr>
        <w:t>           </w:t>
      </w:r>
    </w:p>
    <w:p>
      <w:pPr>
        <w:widowControl/>
        <w:spacing w:line="360" w:lineRule="auto"/>
        <w:ind w:firstLine="5520" w:firstLineChars="2300"/>
        <w:jc w:val="left"/>
        <w:rPr>
          <w:rFonts w:hint="eastAsia" w:ascii="宋体" w:hAnsi="宋体" w:cs="宋体"/>
          <w:kern w:val="0"/>
          <w:sz w:val="24"/>
        </w:rPr>
      </w:pPr>
    </w:p>
    <w:p>
      <w:pPr>
        <w:widowControl/>
        <w:spacing w:line="360" w:lineRule="auto"/>
        <w:ind w:firstLine="5520" w:firstLineChars="2300"/>
        <w:jc w:val="left"/>
        <w:rPr>
          <w:rFonts w:hint="eastAsia" w:ascii="宋体" w:hAnsi="宋体" w:cs="宋体"/>
          <w:kern w:val="0"/>
          <w:sz w:val="24"/>
        </w:rPr>
      </w:pPr>
      <w:r>
        <w:rPr>
          <w:rFonts w:hint="eastAsia" w:ascii="宋体" w:hAnsi="宋体" w:cs="宋体"/>
          <w:kern w:val="0"/>
          <w:sz w:val="24"/>
        </w:rPr>
        <w:t>辅导员签字：</w:t>
      </w:r>
      <w:r>
        <w:rPr>
          <w:rFonts w:hint="eastAsia" w:ascii="宋体" w:hAnsi="宋体" w:cs="宋体"/>
          <w:kern w:val="0"/>
          <w:sz w:val="24"/>
          <w:u w:val="single"/>
        </w:rPr>
        <w:t>      </w:t>
      </w:r>
    </w:p>
    <w:p>
      <w:pPr>
        <w:widowControl/>
        <w:spacing w:line="360" w:lineRule="auto"/>
        <w:ind w:firstLine="240" w:firstLineChars="100"/>
        <w:jc w:val="right"/>
        <w:rPr>
          <w:rFonts w:hint="eastAsia" w:ascii="宋体" w:hAnsi="宋体" w:cs="宋体"/>
          <w:kern w:val="0"/>
          <w:sz w:val="24"/>
        </w:rPr>
      </w:pPr>
      <w:r>
        <w:rPr>
          <w:rFonts w:hint="eastAsia" w:ascii="宋体" w:hAnsi="宋体" w:cs="宋体"/>
          <w:kern w:val="0"/>
          <w:sz w:val="24"/>
        </w:rPr>
        <w:t>20</w:t>
      </w:r>
      <w:r>
        <w:rPr>
          <w:rFonts w:hint="eastAsia" w:ascii="宋体" w:hAnsi="宋体" w:cs="宋体"/>
          <w:kern w:val="0"/>
          <w:sz w:val="24"/>
          <w:u w:val="single"/>
          <w:lang w:val="en-US" w:eastAsia="zh-CN"/>
        </w:rPr>
        <w:t xml:space="preserve">      </w:t>
      </w:r>
      <w:r>
        <w:rPr>
          <w:rFonts w:hint="eastAsia" w:ascii="宋体" w:hAnsi="宋体" w:cs="宋体"/>
          <w:kern w:val="0"/>
          <w:sz w:val="24"/>
        </w:rPr>
        <w:t>年</w:t>
      </w:r>
      <w:r>
        <w:rPr>
          <w:rFonts w:hint="eastAsia" w:ascii="宋体" w:hAnsi="宋体" w:cs="宋体"/>
          <w:kern w:val="0"/>
          <w:sz w:val="24"/>
          <w:u w:val="single"/>
          <w:lang w:val="en-US" w:eastAsia="zh-CN"/>
        </w:rPr>
        <w:t xml:space="preserve">      </w:t>
      </w:r>
      <w:r>
        <w:rPr>
          <w:rFonts w:hint="eastAsia" w:ascii="宋体" w:hAnsi="宋体" w:cs="宋体"/>
          <w:kern w:val="0"/>
          <w:sz w:val="24"/>
        </w:rPr>
        <w:t>月____日</w:t>
      </w:r>
    </w:p>
    <w:p>
      <w:pPr>
        <w:widowControl/>
        <w:spacing w:line="360" w:lineRule="auto"/>
        <w:ind w:firstLine="4320" w:firstLineChars="1800"/>
        <w:jc w:val="left"/>
        <w:rPr>
          <w:rFonts w:hint="eastAsia" w:ascii="宋体" w:hAnsi="宋体" w:cs="宋体"/>
          <w:kern w:val="0"/>
          <w:sz w:val="24"/>
        </w:rPr>
      </w:pPr>
    </w:p>
    <w:p>
      <w:pPr>
        <w:widowControl/>
        <w:spacing w:line="360" w:lineRule="auto"/>
        <w:ind w:firstLine="4320" w:firstLineChars="1800"/>
        <w:jc w:val="left"/>
        <w:rPr>
          <w:rFonts w:hint="eastAsia" w:ascii="宋体" w:hAnsi="宋体" w:cs="宋体"/>
          <w:kern w:val="0"/>
          <w:sz w:val="24"/>
          <w:lang w:val="en-US" w:eastAsia="zh-CN"/>
        </w:rPr>
      </w:pPr>
      <w:r>
        <w:rPr>
          <w:rFonts w:hint="eastAsia" w:ascii="宋体" w:hAnsi="宋体" w:cs="宋体"/>
          <w:kern w:val="0"/>
          <w:sz w:val="24"/>
        </w:rPr>
        <w:t>二级学院负责人签字：</w:t>
      </w:r>
      <w:r>
        <w:rPr>
          <w:rFonts w:hint="eastAsia" w:ascii="宋体" w:hAnsi="宋体" w:cs="宋体"/>
          <w:kern w:val="0"/>
          <w:sz w:val="24"/>
          <w:u w:val="single"/>
        </w:rPr>
        <w:t>       </w:t>
      </w:r>
    </w:p>
    <w:p>
      <w:pPr>
        <w:widowControl/>
        <w:spacing w:line="360" w:lineRule="auto"/>
        <w:jc w:val="center"/>
        <w:rPr>
          <w:rFonts w:hint="eastAsia" w:ascii="宋体" w:hAnsi="宋体" w:cs="宋体"/>
          <w:kern w:val="0"/>
          <w:sz w:val="24"/>
        </w:rPr>
      </w:pPr>
      <w:r>
        <w:rPr>
          <w:rFonts w:hint="eastAsia" w:ascii="宋体" w:hAnsi="宋体" w:cs="宋体"/>
          <w:kern w:val="0"/>
          <w:sz w:val="24"/>
          <w:lang w:val="en-US" w:eastAsia="zh-CN"/>
        </w:rPr>
        <w:t xml:space="preserve">                                          </w:t>
      </w:r>
      <w:r>
        <w:rPr>
          <w:rFonts w:hint="eastAsia" w:ascii="宋体" w:hAnsi="宋体" w:cs="宋体"/>
          <w:kern w:val="0"/>
          <w:sz w:val="24"/>
        </w:rPr>
        <w:t>二级学院</w:t>
      </w:r>
      <w:r>
        <w:rPr>
          <w:rFonts w:hint="eastAsia" w:ascii="宋体" w:hAnsi="宋体" w:cs="宋体"/>
          <w:kern w:val="0"/>
          <w:sz w:val="24"/>
          <w:lang w:val="en-US" w:eastAsia="zh-CN"/>
        </w:rPr>
        <w:t xml:space="preserve">      </w:t>
      </w:r>
      <w:r>
        <w:rPr>
          <w:rFonts w:hint="eastAsia" w:ascii="宋体" w:hAnsi="宋体" w:cs="宋体"/>
          <w:kern w:val="0"/>
          <w:sz w:val="24"/>
        </w:rPr>
        <w:t>盖章</w:t>
      </w:r>
    </w:p>
    <w:p>
      <w:pPr>
        <w:widowControl/>
        <w:spacing w:line="360" w:lineRule="auto"/>
        <w:jc w:val="right"/>
        <w:rPr>
          <w:rFonts w:hint="eastAsia" w:ascii="宋体" w:hAnsi="宋体" w:cs="宋体"/>
          <w:kern w:val="0"/>
          <w:sz w:val="24"/>
        </w:rPr>
      </w:pPr>
      <w:r>
        <w:rPr>
          <w:rFonts w:hint="eastAsia" w:ascii="宋体" w:hAnsi="宋体" w:cs="宋体"/>
          <w:kern w:val="0"/>
          <w:sz w:val="24"/>
        </w:rPr>
        <w:t>20</w:t>
      </w:r>
      <w:r>
        <w:rPr>
          <w:rFonts w:hint="eastAsia" w:ascii="宋体" w:hAnsi="宋体" w:cs="宋体"/>
          <w:kern w:val="0"/>
          <w:sz w:val="24"/>
          <w:u w:val="single"/>
          <w:lang w:val="en-US" w:eastAsia="zh-CN"/>
        </w:rPr>
        <w:t xml:space="preserve">      </w:t>
      </w:r>
      <w:r>
        <w:rPr>
          <w:rFonts w:hint="eastAsia" w:ascii="宋体" w:hAnsi="宋体" w:cs="宋体"/>
          <w:kern w:val="0"/>
          <w:sz w:val="24"/>
        </w:rPr>
        <w:t>年</w:t>
      </w:r>
      <w:r>
        <w:rPr>
          <w:rFonts w:hint="eastAsia" w:ascii="宋体" w:hAnsi="宋体" w:cs="宋体"/>
          <w:kern w:val="0"/>
          <w:sz w:val="24"/>
          <w:u w:val="single"/>
          <w:lang w:val="en-US" w:eastAsia="zh-CN"/>
        </w:rPr>
        <w:t xml:space="preserve">      </w:t>
      </w:r>
      <w:r>
        <w:rPr>
          <w:rFonts w:hint="eastAsia" w:ascii="宋体" w:hAnsi="宋体" w:cs="宋体"/>
          <w:kern w:val="0"/>
          <w:sz w:val="24"/>
        </w:rPr>
        <w:t>月____日</w:t>
      </w:r>
    </w:p>
    <w:p>
      <w:pPr>
        <w:widowControl/>
        <w:spacing w:line="360" w:lineRule="auto"/>
        <w:jc w:val="center"/>
        <w:rPr>
          <w:rFonts w:hint="eastAsia" w:ascii="宋体" w:hAnsi="宋体" w:cs="宋体"/>
          <w:b/>
          <w:bCs/>
          <w:kern w:val="0"/>
          <w:sz w:val="32"/>
          <w:szCs w:val="32"/>
        </w:rPr>
      </w:pPr>
      <w:r>
        <w:rPr>
          <w:rFonts w:hint="eastAsia" w:ascii="宋体" w:hAnsi="宋体" w:cs="宋体"/>
          <w:kern w:val="0"/>
          <w:sz w:val="24"/>
        </w:rPr>
        <w:br w:type="page"/>
      </w:r>
      <w:r>
        <w:rPr>
          <w:rFonts w:hint="eastAsia" w:ascii="宋体" w:hAnsi="宋体" w:cs="宋体"/>
          <w:b/>
          <w:bCs/>
          <w:kern w:val="0"/>
          <w:sz w:val="32"/>
          <w:szCs w:val="32"/>
        </w:rPr>
        <w:t>四川信息职业技术学院</w:t>
      </w:r>
    </w:p>
    <w:p>
      <w:pPr>
        <w:widowControl/>
        <w:spacing w:line="360" w:lineRule="auto"/>
        <w:jc w:val="center"/>
        <w:rPr>
          <w:rFonts w:hint="eastAsia" w:ascii="宋体" w:hAnsi="宋体" w:cs="宋体"/>
          <w:kern w:val="0"/>
          <w:sz w:val="32"/>
          <w:szCs w:val="32"/>
        </w:rPr>
      </w:pPr>
      <w:r>
        <w:rPr>
          <w:rFonts w:hint="eastAsia" w:ascii="宋体" w:hAnsi="宋体" w:cs="宋体"/>
          <w:b/>
          <w:bCs/>
          <w:kern w:val="0"/>
          <w:sz w:val="32"/>
          <w:szCs w:val="32"/>
        </w:rPr>
        <w:t>__________二级学院学生自主</w:t>
      </w:r>
      <w:r>
        <w:rPr>
          <w:rFonts w:hint="eastAsia" w:ascii="宋体" w:hAnsi="宋体" w:cs="宋体"/>
          <w:b/>
          <w:bCs/>
          <w:kern w:val="0"/>
          <w:sz w:val="32"/>
          <w:szCs w:val="32"/>
          <w:lang w:val="en-US" w:eastAsia="zh-CN"/>
        </w:rPr>
        <w:t>岗位</w:t>
      </w:r>
      <w:r>
        <w:rPr>
          <w:rFonts w:hint="eastAsia" w:ascii="宋体" w:hAnsi="宋体" w:cs="宋体"/>
          <w:b/>
          <w:bCs/>
          <w:kern w:val="0"/>
          <w:sz w:val="32"/>
          <w:szCs w:val="32"/>
        </w:rPr>
        <w:t>实习申请表</w:t>
      </w:r>
    </w:p>
    <w:tbl>
      <w:tblPr>
        <w:tblStyle w:val="4"/>
        <w:tblW w:w="8988" w:type="dxa"/>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451"/>
        <w:gridCol w:w="698"/>
        <w:gridCol w:w="739"/>
        <w:gridCol w:w="2045"/>
        <w:gridCol w:w="354"/>
        <w:gridCol w:w="1017"/>
        <w:gridCol w:w="181"/>
        <w:gridCol w:w="2045"/>
        <w:gridCol w:w="145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451" w:type="dxa"/>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姓名</w:t>
            </w:r>
          </w:p>
        </w:tc>
        <w:tc>
          <w:tcPr>
            <w:tcW w:w="1437"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 </w:t>
            </w:r>
          </w:p>
        </w:tc>
        <w:tc>
          <w:tcPr>
            <w:tcW w:w="2045" w:type="dxa"/>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班   级</w:t>
            </w:r>
          </w:p>
        </w:tc>
        <w:tc>
          <w:tcPr>
            <w:tcW w:w="1552" w:type="dxa"/>
            <w:gridSpan w:val="3"/>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 </w:t>
            </w:r>
          </w:p>
        </w:tc>
        <w:tc>
          <w:tcPr>
            <w:tcW w:w="2045" w:type="dxa"/>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学  号</w:t>
            </w:r>
          </w:p>
        </w:tc>
        <w:tc>
          <w:tcPr>
            <w:tcW w:w="1458" w:type="dxa"/>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2" w:hRule="atLeast"/>
          <w:tblCellSpacing w:w="0" w:type="dxa"/>
        </w:trPr>
        <w:tc>
          <w:tcPr>
            <w:tcW w:w="1149"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实习单位名称</w:t>
            </w:r>
          </w:p>
        </w:tc>
        <w:tc>
          <w:tcPr>
            <w:tcW w:w="4336" w:type="dxa"/>
            <w:gridSpan w:val="5"/>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 </w:t>
            </w:r>
          </w:p>
        </w:tc>
        <w:tc>
          <w:tcPr>
            <w:tcW w:w="2045" w:type="dxa"/>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单位电话</w:t>
            </w:r>
          </w:p>
        </w:tc>
        <w:tc>
          <w:tcPr>
            <w:tcW w:w="1458" w:type="dxa"/>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2" w:hRule="atLeast"/>
          <w:tblCellSpacing w:w="0" w:type="dxa"/>
        </w:trPr>
        <w:tc>
          <w:tcPr>
            <w:tcW w:w="1149"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hint="eastAsia" w:ascii="宋体" w:hAnsi="宋体" w:cs="宋体"/>
                <w:kern w:val="0"/>
                <w:sz w:val="24"/>
                <w:lang w:eastAsia="zh-CN"/>
              </w:rPr>
            </w:pPr>
            <w:r>
              <w:rPr>
                <w:rFonts w:hint="eastAsia" w:ascii="宋体" w:hAnsi="宋体" w:cs="宋体"/>
                <w:kern w:val="0"/>
                <w:sz w:val="24"/>
                <w:lang w:eastAsia="zh-CN"/>
              </w:rPr>
              <w:t>实习岗位名称</w:t>
            </w:r>
          </w:p>
        </w:tc>
        <w:tc>
          <w:tcPr>
            <w:tcW w:w="7839" w:type="dxa"/>
            <w:gridSpan w:val="7"/>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hint="eastAsia"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1149"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实习单位地址</w:t>
            </w:r>
          </w:p>
        </w:tc>
        <w:tc>
          <w:tcPr>
            <w:tcW w:w="4336" w:type="dxa"/>
            <w:gridSpan w:val="5"/>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 </w:t>
            </w:r>
          </w:p>
        </w:tc>
        <w:tc>
          <w:tcPr>
            <w:tcW w:w="2045" w:type="dxa"/>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负责人</w:t>
            </w:r>
          </w:p>
        </w:tc>
        <w:tc>
          <w:tcPr>
            <w:tcW w:w="1458" w:type="dxa"/>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1149"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实习起止时间</w:t>
            </w:r>
          </w:p>
        </w:tc>
        <w:tc>
          <w:tcPr>
            <w:tcW w:w="7839" w:type="dxa"/>
            <w:gridSpan w:val="7"/>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1149" w:type="dxa"/>
            <w:gridSpan w:val="2"/>
            <w:tcBorders>
              <w:top w:val="outset" w:color="auto" w:sz="6" w:space="0"/>
              <w:left w:val="outset" w:color="auto" w:sz="6" w:space="0"/>
              <w:bottom w:val="outset" w:color="auto" w:sz="6" w:space="0"/>
              <w:right w:val="outset" w:color="auto" w:sz="6" w:space="0"/>
            </w:tcBorders>
            <w:noWrap w:val="0"/>
            <w:vAlign w:val="center"/>
          </w:tcPr>
          <w:p>
            <w:pPr>
              <w:widowControl/>
              <w:jc w:val="center"/>
              <w:rPr>
                <w:rFonts w:ascii="宋体" w:hAnsi="宋体" w:cs="宋体"/>
                <w:kern w:val="0"/>
                <w:sz w:val="24"/>
              </w:rPr>
            </w:pPr>
            <w:r>
              <w:rPr>
                <w:rFonts w:hint="eastAsia" w:ascii="宋体" w:hAnsi="宋体" w:cs="宋体"/>
                <w:kern w:val="0"/>
                <w:sz w:val="24"/>
              </w:rPr>
              <w:t>是否</w:t>
            </w:r>
          </w:p>
          <w:p>
            <w:pPr>
              <w:widowControl/>
              <w:jc w:val="center"/>
              <w:rPr>
                <w:rFonts w:ascii="宋体" w:hAnsi="宋体" w:cs="宋体"/>
                <w:kern w:val="0"/>
                <w:sz w:val="24"/>
              </w:rPr>
            </w:pPr>
            <w:r>
              <w:rPr>
                <w:rFonts w:hint="eastAsia" w:ascii="宋体" w:hAnsi="宋体" w:cs="宋体"/>
                <w:kern w:val="0"/>
                <w:sz w:val="24"/>
              </w:rPr>
              <w:t>在校外住宿</w:t>
            </w:r>
          </w:p>
        </w:tc>
        <w:tc>
          <w:tcPr>
            <w:tcW w:w="739" w:type="dxa"/>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 </w:t>
            </w:r>
          </w:p>
        </w:tc>
        <w:tc>
          <w:tcPr>
            <w:tcW w:w="2399"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具体地址</w:t>
            </w:r>
          </w:p>
        </w:tc>
        <w:tc>
          <w:tcPr>
            <w:tcW w:w="4701" w:type="dxa"/>
            <w:gridSpan w:val="4"/>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1149"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本人联系方式</w:t>
            </w:r>
          </w:p>
        </w:tc>
        <w:tc>
          <w:tcPr>
            <w:tcW w:w="3138" w:type="dxa"/>
            <w:gridSpan w:val="3"/>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 </w:t>
            </w:r>
          </w:p>
        </w:tc>
        <w:tc>
          <w:tcPr>
            <w:tcW w:w="1198"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家庭电话</w:t>
            </w:r>
          </w:p>
        </w:tc>
        <w:tc>
          <w:tcPr>
            <w:tcW w:w="3503"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1149"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申请人</w:t>
            </w:r>
          </w:p>
          <w:p>
            <w:pPr>
              <w:widowControl/>
              <w:spacing w:line="360" w:lineRule="auto"/>
              <w:jc w:val="center"/>
              <w:rPr>
                <w:rFonts w:ascii="宋体" w:hAnsi="宋体" w:cs="宋体"/>
                <w:kern w:val="0"/>
                <w:sz w:val="24"/>
              </w:rPr>
            </w:pPr>
            <w:r>
              <w:rPr>
                <w:rFonts w:hint="eastAsia" w:ascii="宋体" w:hAnsi="宋体" w:cs="宋体"/>
                <w:kern w:val="0"/>
                <w:sz w:val="24"/>
              </w:rPr>
              <w:t>承诺内容</w:t>
            </w:r>
          </w:p>
        </w:tc>
        <w:tc>
          <w:tcPr>
            <w:tcW w:w="7839" w:type="dxa"/>
            <w:gridSpan w:val="7"/>
            <w:tcBorders>
              <w:top w:val="outset" w:color="auto" w:sz="6" w:space="0"/>
              <w:left w:val="outset" w:color="auto" w:sz="6" w:space="0"/>
              <w:bottom w:val="outset" w:color="auto" w:sz="6" w:space="0"/>
              <w:right w:val="outset" w:color="auto" w:sz="6" w:space="0"/>
            </w:tcBorders>
            <w:noWrap w:val="0"/>
            <w:vAlign w:val="top"/>
          </w:tcPr>
          <w:p>
            <w:pPr>
              <w:widowControl/>
              <w:spacing w:line="360" w:lineRule="auto"/>
              <w:jc w:val="left"/>
              <w:rPr>
                <w:rFonts w:hint="eastAsia" w:ascii="宋体" w:hAnsi="宋体" w:cs="宋体"/>
                <w:kern w:val="0"/>
                <w:sz w:val="24"/>
              </w:rPr>
            </w:pPr>
            <w:r>
              <w:rPr>
                <w:rFonts w:hint="eastAsia" w:ascii="宋体" w:hAnsi="宋体" w:cs="宋体"/>
                <w:kern w:val="0"/>
                <w:sz w:val="24"/>
              </w:rPr>
              <w:t>一、在外实习期间本人学业由自己负责，保证按时参加考试，完成学校的各项要求；</w:t>
            </w:r>
          </w:p>
          <w:p>
            <w:pPr>
              <w:widowControl/>
              <w:spacing w:line="360" w:lineRule="auto"/>
              <w:jc w:val="left"/>
              <w:rPr>
                <w:rFonts w:hint="eastAsia" w:ascii="宋体" w:hAnsi="宋体" w:cs="宋体"/>
                <w:kern w:val="0"/>
                <w:sz w:val="24"/>
              </w:rPr>
            </w:pPr>
            <w:r>
              <w:rPr>
                <w:rFonts w:hint="eastAsia" w:ascii="宋体" w:hAnsi="宋体" w:cs="宋体"/>
                <w:kern w:val="0"/>
                <w:sz w:val="24"/>
              </w:rPr>
              <w:t>二、在外实习期间本人的人身财产安全由自己负责；</w:t>
            </w:r>
          </w:p>
          <w:p>
            <w:pPr>
              <w:widowControl/>
              <w:spacing w:line="360" w:lineRule="auto"/>
              <w:jc w:val="left"/>
              <w:rPr>
                <w:rFonts w:hint="eastAsia" w:ascii="宋体" w:hAnsi="宋体" w:cs="宋体"/>
                <w:kern w:val="0"/>
                <w:sz w:val="24"/>
              </w:rPr>
            </w:pPr>
            <w:r>
              <w:rPr>
                <w:rFonts w:hint="eastAsia" w:ascii="宋体" w:hAnsi="宋体" w:cs="宋体"/>
                <w:kern w:val="0"/>
                <w:sz w:val="24"/>
              </w:rPr>
              <w:t>三、在外实习期间本人的交通安全由自己负责；</w:t>
            </w:r>
          </w:p>
          <w:p>
            <w:pPr>
              <w:widowControl/>
              <w:spacing w:line="360" w:lineRule="auto"/>
              <w:jc w:val="left"/>
              <w:rPr>
                <w:rFonts w:hint="eastAsia" w:ascii="宋体" w:hAnsi="宋体" w:cs="宋体"/>
                <w:kern w:val="0"/>
                <w:sz w:val="24"/>
              </w:rPr>
            </w:pPr>
            <w:r>
              <w:rPr>
                <w:rFonts w:hint="eastAsia" w:ascii="宋体" w:hAnsi="宋体" w:cs="宋体"/>
                <w:kern w:val="0"/>
                <w:sz w:val="24"/>
              </w:rPr>
              <w:t>四、在外实习期间遵守学校的各项规章制度，与校内指导教师和辅导员保持联系；</w:t>
            </w:r>
          </w:p>
          <w:p>
            <w:pPr>
              <w:widowControl/>
              <w:spacing w:line="360" w:lineRule="auto"/>
              <w:jc w:val="left"/>
              <w:rPr>
                <w:rFonts w:hint="eastAsia" w:ascii="宋体" w:hAnsi="宋体" w:cs="宋体"/>
                <w:kern w:val="0"/>
                <w:sz w:val="24"/>
              </w:rPr>
            </w:pPr>
            <w:r>
              <w:rPr>
                <w:rFonts w:hint="eastAsia" w:ascii="宋体" w:hAnsi="宋体" w:cs="宋体"/>
                <w:kern w:val="0"/>
                <w:sz w:val="24"/>
              </w:rPr>
              <w:t>五、学生自找实习单位，学校将不再推荐实习单位。</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78" w:hRule="atLeast"/>
          <w:tblCellSpacing w:w="0" w:type="dxa"/>
        </w:trPr>
        <w:tc>
          <w:tcPr>
            <w:tcW w:w="1149"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是否同意</w:t>
            </w:r>
          </w:p>
        </w:tc>
        <w:tc>
          <w:tcPr>
            <w:tcW w:w="3138" w:type="dxa"/>
            <w:gridSpan w:val="3"/>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hint="eastAsia" w:ascii="宋体" w:hAnsi="宋体" w:cs="宋体"/>
                <w:kern w:val="0"/>
                <w:sz w:val="24"/>
              </w:rPr>
            </w:pPr>
            <w:r>
              <w:rPr>
                <w:rFonts w:hint="eastAsia" w:ascii="宋体" w:hAnsi="宋体" w:cs="宋体"/>
                <w:kern w:val="0"/>
                <w:sz w:val="24"/>
              </w:rPr>
              <w:t> </w:t>
            </w:r>
          </w:p>
        </w:tc>
        <w:tc>
          <w:tcPr>
            <w:tcW w:w="1017" w:type="dxa"/>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本人签名</w:t>
            </w:r>
          </w:p>
        </w:tc>
        <w:tc>
          <w:tcPr>
            <w:tcW w:w="3684" w:type="dxa"/>
            <w:gridSpan w:val="3"/>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086" w:hRule="atLeast"/>
          <w:tblCellSpacing w:w="0" w:type="dxa"/>
        </w:trPr>
        <w:tc>
          <w:tcPr>
            <w:tcW w:w="1149"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家长意见</w:t>
            </w:r>
          </w:p>
        </w:tc>
        <w:tc>
          <w:tcPr>
            <w:tcW w:w="7839" w:type="dxa"/>
            <w:gridSpan w:val="7"/>
            <w:tcBorders>
              <w:top w:val="outset" w:color="auto" w:sz="6" w:space="0"/>
              <w:left w:val="outset" w:color="auto" w:sz="6" w:space="0"/>
              <w:bottom w:val="outset" w:color="auto" w:sz="6" w:space="0"/>
              <w:right w:val="outset" w:color="auto" w:sz="6" w:space="0"/>
            </w:tcBorders>
            <w:noWrap w:val="0"/>
            <w:vAlign w:val="top"/>
          </w:tcPr>
          <w:p>
            <w:pPr>
              <w:widowControl/>
              <w:spacing w:line="360" w:lineRule="auto"/>
              <w:jc w:val="left"/>
              <w:rPr>
                <w:rFonts w:hint="eastAsia" w:ascii="宋体" w:hAnsi="宋体" w:cs="宋体"/>
                <w:kern w:val="0"/>
                <w:sz w:val="24"/>
              </w:rPr>
            </w:pPr>
            <w:r>
              <w:rPr>
                <w:rFonts w:hint="eastAsia" w:ascii="宋体" w:hAnsi="宋体" w:cs="宋体"/>
                <w:kern w:val="0"/>
                <w:sz w:val="24"/>
              </w:rPr>
              <w:t>1、同意申请人申请，进入自找的实习单位实习；</w:t>
            </w:r>
          </w:p>
          <w:p>
            <w:pPr>
              <w:widowControl/>
              <w:spacing w:line="360" w:lineRule="auto"/>
              <w:jc w:val="left"/>
              <w:rPr>
                <w:rFonts w:hint="eastAsia" w:ascii="宋体" w:hAnsi="宋体" w:cs="宋体"/>
                <w:kern w:val="0"/>
                <w:sz w:val="24"/>
              </w:rPr>
            </w:pPr>
            <w:r>
              <w:rPr>
                <w:rFonts w:hint="eastAsia" w:ascii="宋体" w:hAnsi="宋体" w:cs="宋体"/>
                <w:kern w:val="0"/>
                <w:sz w:val="24"/>
              </w:rPr>
              <w:t>2、同意申请人在实习期间的住宿方式。 </w:t>
            </w:r>
          </w:p>
          <w:p>
            <w:pPr>
              <w:widowControl/>
              <w:spacing w:line="360" w:lineRule="auto"/>
              <w:jc w:val="left"/>
              <w:rPr>
                <w:rFonts w:hint="eastAsia" w:ascii="宋体" w:hAnsi="宋体" w:cs="宋体"/>
                <w:kern w:val="0"/>
                <w:sz w:val="24"/>
              </w:rPr>
            </w:pPr>
            <w:r>
              <w:rPr>
                <w:rFonts w:hint="eastAsia" w:ascii="宋体" w:hAnsi="宋体" w:cs="宋体"/>
                <w:kern w:val="0"/>
                <w:sz w:val="24"/>
              </w:rPr>
              <w:t>                                     家长签名：</w:t>
            </w:r>
          </w:p>
          <w:p>
            <w:pPr>
              <w:widowControl/>
              <w:spacing w:line="360" w:lineRule="auto"/>
              <w:ind w:right="360"/>
              <w:jc w:val="right"/>
              <w:rPr>
                <w:rFonts w:ascii="宋体" w:hAnsi="宋体" w:cs="宋体"/>
                <w:kern w:val="0"/>
                <w:sz w:val="24"/>
              </w:rPr>
            </w:pPr>
            <w:r>
              <w:rPr>
                <w:rFonts w:hint="eastAsia" w:ascii="宋体" w:hAnsi="宋体" w:cs="宋体"/>
                <w:kern w:val="0"/>
                <w:sz w:val="24"/>
              </w:rPr>
              <w:t>20 年 月  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1149"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hint="eastAsia" w:ascii="宋体" w:hAnsi="宋体" w:cs="宋体"/>
                <w:kern w:val="0"/>
                <w:sz w:val="24"/>
              </w:rPr>
            </w:pPr>
          </w:p>
          <w:p>
            <w:pPr>
              <w:widowControl/>
              <w:spacing w:line="360" w:lineRule="auto"/>
              <w:jc w:val="center"/>
              <w:rPr>
                <w:rFonts w:hint="eastAsia" w:ascii="宋体" w:hAnsi="宋体" w:cs="宋体"/>
                <w:kern w:val="0"/>
                <w:sz w:val="24"/>
              </w:rPr>
            </w:pPr>
          </w:p>
          <w:p>
            <w:pPr>
              <w:widowControl/>
              <w:spacing w:line="360" w:lineRule="auto"/>
              <w:jc w:val="center"/>
              <w:rPr>
                <w:rFonts w:hint="eastAsia" w:ascii="宋体" w:hAnsi="宋体" w:cs="宋体"/>
                <w:kern w:val="0"/>
                <w:sz w:val="24"/>
              </w:rPr>
            </w:pPr>
          </w:p>
          <w:p>
            <w:pPr>
              <w:widowControl/>
              <w:spacing w:line="360" w:lineRule="auto"/>
              <w:jc w:val="center"/>
              <w:rPr>
                <w:rFonts w:hint="eastAsia" w:ascii="宋体" w:hAnsi="宋体" w:cs="宋体"/>
                <w:kern w:val="0"/>
                <w:sz w:val="24"/>
              </w:rPr>
            </w:pPr>
            <w:r>
              <w:rPr>
                <w:rFonts w:hint="eastAsia" w:ascii="宋体" w:hAnsi="宋体" w:cs="宋体"/>
                <w:kern w:val="0"/>
                <w:sz w:val="24"/>
              </w:rPr>
              <w:t>实习单位</w:t>
            </w:r>
          </w:p>
          <w:p>
            <w:pPr>
              <w:widowControl/>
              <w:spacing w:line="360" w:lineRule="auto"/>
              <w:jc w:val="center"/>
              <w:rPr>
                <w:rFonts w:hint="eastAsia" w:ascii="宋体" w:hAnsi="宋体" w:cs="宋体"/>
                <w:kern w:val="0"/>
                <w:sz w:val="24"/>
              </w:rPr>
            </w:pPr>
            <w:r>
              <w:rPr>
                <w:rFonts w:hint="eastAsia" w:ascii="宋体" w:hAnsi="宋体" w:cs="宋体"/>
                <w:kern w:val="0"/>
                <w:sz w:val="24"/>
              </w:rPr>
              <w:t>接收意见</w:t>
            </w:r>
          </w:p>
        </w:tc>
        <w:tc>
          <w:tcPr>
            <w:tcW w:w="7839" w:type="dxa"/>
            <w:gridSpan w:val="7"/>
            <w:tcBorders>
              <w:top w:val="outset" w:color="auto" w:sz="6" w:space="0"/>
              <w:left w:val="outset" w:color="auto" w:sz="6" w:space="0"/>
              <w:bottom w:val="outset" w:color="auto" w:sz="6" w:space="0"/>
              <w:right w:val="outset" w:color="auto" w:sz="6" w:space="0"/>
            </w:tcBorders>
            <w:noWrap w:val="0"/>
            <w:vAlign w:val="top"/>
          </w:tcPr>
          <w:p>
            <w:pPr>
              <w:widowControl/>
              <w:spacing w:line="360" w:lineRule="auto"/>
              <w:jc w:val="left"/>
              <w:rPr>
                <w:rFonts w:hint="eastAsia" w:ascii="宋体" w:hAnsi="宋体" w:cs="宋体"/>
                <w:kern w:val="0"/>
                <w:sz w:val="21"/>
                <w:szCs w:val="21"/>
              </w:rPr>
            </w:pPr>
            <w:r>
              <w:rPr>
                <w:rFonts w:hint="eastAsia" w:ascii="宋体" w:hAnsi="宋体" w:cs="宋体"/>
                <w:kern w:val="0"/>
                <w:sz w:val="21"/>
                <w:szCs w:val="21"/>
                <w:lang w:eastAsia="zh-CN"/>
              </w:rPr>
              <w:t>（需明确填写拟安排的实习岗位及实习内容）</w:t>
            </w:r>
          </w:p>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p>
            <w:pPr>
              <w:widowControl/>
              <w:spacing w:line="360" w:lineRule="auto"/>
              <w:jc w:val="center"/>
              <w:rPr>
                <w:rFonts w:hint="eastAsia" w:ascii="宋体" w:hAnsi="宋体" w:cs="宋体"/>
                <w:kern w:val="0"/>
                <w:sz w:val="24"/>
              </w:rPr>
            </w:pPr>
            <w:r>
              <w:rPr>
                <w:rFonts w:hint="eastAsia" w:ascii="宋体" w:hAnsi="宋体" w:cs="宋体"/>
                <w:kern w:val="0"/>
                <w:sz w:val="24"/>
              </w:rPr>
              <w:t>单位盖章(签字)：</w:t>
            </w:r>
          </w:p>
          <w:p>
            <w:pPr>
              <w:widowControl/>
              <w:spacing w:line="360" w:lineRule="auto"/>
              <w:jc w:val="center"/>
              <w:rPr>
                <w:rFonts w:hint="eastAsia" w:ascii="宋体" w:hAnsi="宋体" w:cs="宋体"/>
                <w:kern w:val="0"/>
                <w:sz w:val="24"/>
              </w:rPr>
            </w:pPr>
            <w:r>
              <w:rPr>
                <w:rFonts w:hint="eastAsia" w:ascii="宋体" w:hAnsi="宋体" w:cs="宋体"/>
                <w:kern w:val="0"/>
                <w:sz w:val="24"/>
              </w:rPr>
              <w:t>20 </w:t>
            </w:r>
            <w:r>
              <w:rPr>
                <w:rFonts w:hint="eastAsia" w:ascii="宋体" w:hAnsi="宋体" w:cs="宋体"/>
                <w:kern w:val="0"/>
                <w:sz w:val="24"/>
                <w:lang w:val="en-US" w:eastAsia="zh-CN"/>
              </w:rPr>
              <w:t xml:space="preserve">  </w:t>
            </w:r>
            <w:r>
              <w:rPr>
                <w:rFonts w:hint="eastAsia" w:ascii="宋体" w:hAnsi="宋体" w:cs="宋体"/>
                <w:kern w:val="0"/>
                <w:sz w:val="24"/>
              </w:rPr>
              <w:t>年 </w:t>
            </w:r>
            <w:r>
              <w:rPr>
                <w:rFonts w:hint="eastAsia" w:ascii="宋体" w:hAnsi="宋体" w:cs="宋体"/>
                <w:kern w:val="0"/>
                <w:sz w:val="24"/>
                <w:lang w:val="en-US" w:eastAsia="zh-CN"/>
              </w:rPr>
              <w:t xml:space="preserve">  </w:t>
            </w:r>
            <w:r>
              <w:rPr>
                <w:rFonts w:hint="eastAsia" w:ascii="宋体" w:hAnsi="宋体" w:cs="宋体"/>
                <w:kern w:val="0"/>
                <w:sz w:val="24"/>
              </w:rPr>
              <w:t>月  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1149"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校内指导教师</w:t>
            </w:r>
          </w:p>
          <w:p>
            <w:pPr>
              <w:widowControl/>
              <w:spacing w:line="360" w:lineRule="auto"/>
              <w:jc w:val="center"/>
              <w:rPr>
                <w:rFonts w:ascii="宋体" w:hAnsi="宋体" w:cs="宋体"/>
                <w:kern w:val="0"/>
                <w:sz w:val="24"/>
              </w:rPr>
            </w:pPr>
            <w:r>
              <w:rPr>
                <w:rFonts w:hint="eastAsia" w:ascii="宋体" w:hAnsi="宋体" w:cs="宋体"/>
                <w:kern w:val="0"/>
                <w:sz w:val="24"/>
              </w:rPr>
              <w:t>意见</w:t>
            </w:r>
          </w:p>
        </w:tc>
        <w:tc>
          <w:tcPr>
            <w:tcW w:w="3138" w:type="dxa"/>
            <w:gridSpan w:val="3"/>
            <w:tcBorders>
              <w:top w:val="outset" w:color="auto" w:sz="6" w:space="0"/>
              <w:left w:val="outset" w:color="auto" w:sz="6" w:space="0"/>
              <w:bottom w:val="outset" w:color="auto" w:sz="6" w:space="0"/>
              <w:right w:val="outset" w:color="auto" w:sz="6" w:space="0"/>
            </w:tcBorders>
            <w:noWrap w:val="0"/>
            <w:vAlign w:val="top"/>
          </w:tcPr>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二级学院意见</w:t>
            </w:r>
          </w:p>
        </w:tc>
        <w:tc>
          <w:tcPr>
            <w:tcW w:w="3684" w:type="dxa"/>
            <w:gridSpan w:val="3"/>
            <w:tcBorders>
              <w:top w:val="outset" w:color="auto" w:sz="6" w:space="0"/>
              <w:left w:val="outset" w:color="auto" w:sz="6" w:space="0"/>
              <w:bottom w:val="outset" w:color="auto" w:sz="6" w:space="0"/>
              <w:right w:val="outset" w:color="auto" w:sz="6" w:space="0"/>
            </w:tcBorders>
            <w:noWrap w:val="0"/>
            <w:vAlign w:val="top"/>
          </w:tcPr>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p>
            <w:pPr>
              <w:widowControl/>
              <w:spacing w:line="360" w:lineRule="auto"/>
              <w:jc w:val="left"/>
              <w:rPr>
                <w:rFonts w:hint="eastAsia"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1149"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60" w:lineRule="auto"/>
              <w:jc w:val="center"/>
              <w:rPr>
                <w:rFonts w:ascii="宋体" w:hAnsi="宋体" w:cs="宋体"/>
                <w:kern w:val="0"/>
                <w:sz w:val="24"/>
              </w:rPr>
            </w:pPr>
            <w:r>
              <w:rPr>
                <w:rFonts w:hint="eastAsia" w:ascii="宋体" w:hAnsi="宋体" w:cs="宋体"/>
                <w:kern w:val="0"/>
                <w:sz w:val="24"/>
              </w:rPr>
              <w:t>备 注</w:t>
            </w:r>
          </w:p>
        </w:tc>
        <w:tc>
          <w:tcPr>
            <w:tcW w:w="7839" w:type="dxa"/>
            <w:gridSpan w:val="7"/>
            <w:tcBorders>
              <w:top w:val="outset" w:color="auto" w:sz="6" w:space="0"/>
              <w:left w:val="outset" w:color="auto" w:sz="6" w:space="0"/>
              <w:bottom w:val="outset" w:color="auto" w:sz="6" w:space="0"/>
              <w:right w:val="outset" w:color="auto" w:sz="6" w:space="0"/>
            </w:tcBorders>
            <w:noWrap w:val="0"/>
            <w:vAlign w:val="top"/>
          </w:tcPr>
          <w:p>
            <w:pPr>
              <w:widowControl/>
              <w:spacing w:line="360" w:lineRule="auto"/>
              <w:jc w:val="left"/>
              <w:rPr>
                <w:rFonts w:ascii="宋体" w:hAnsi="宋体" w:cs="宋体"/>
                <w:kern w:val="0"/>
                <w:sz w:val="24"/>
              </w:rPr>
            </w:pPr>
            <w:r>
              <w:rPr>
                <w:rFonts w:hint="eastAsia" w:ascii="宋体" w:hAnsi="宋体" w:cs="宋体"/>
                <w:kern w:val="0"/>
                <w:sz w:val="24"/>
              </w:rPr>
              <w:t> </w:t>
            </w:r>
          </w:p>
        </w:tc>
      </w:tr>
    </w:tbl>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仿宋_GB2312" w:hAnsi="仿宋_GB2312" w:cs="仿宋_GB2312"/>
          <w:szCs w:val="32"/>
        </w:rPr>
      </w:pPr>
      <w:r>
        <w:rPr>
          <w:rFonts w:hint="eastAsia" w:ascii="Calibri" w:hAnsi="Calibri" w:eastAsia="宋体" w:cs="仿宋_GB2312"/>
          <w:szCs w:val="32"/>
          <w:lang w:val="en-US" w:eastAsia="zh-CN"/>
        </w:rPr>
        <w:t>填表说明:</w:t>
      </w:r>
      <w:r>
        <w:rPr>
          <w:rFonts w:hint="eastAsia" w:cs="仿宋_GB2312"/>
          <w:szCs w:val="32"/>
        </w:rPr>
        <w:t>实习岗位应符合专业培养目标要求，与所学专业对口或相近</w:t>
      </w:r>
      <w:r>
        <w:rPr>
          <w:rFonts w:hint="eastAsia" w:cs="仿宋_GB2312"/>
          <w:szCs w:val="32"/>
          <w:lang w:eastAsia="zh-CN"/>
        </w:rPr>
        <w:t>，</w:t>
      </w:r>
      <w:r>
        <w:rPr>
          <w:rFonts w:hint="eastAsia" w:cs="仿宋_GB2312"/>
          <w:szCs w:val="32"/>
        </w:rPr>
        <w:t>原则上不得跨专业大类实习。</w:t>
      </w:r>
      <w:r>
        <w:rPr>
          <w:rFonts w:hint="eastAsia"/>
        </w:rPr>
        <w:t>此表一式两份，二级学院和教务处各存一份。</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- 50 -</w:t>
                          </w:r>
                          <w:r>
                            <w:rPr>
                              <w:rFonts w:hint="eastAsia" w:ascii="宋体" w:hAnsi="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- 50 -</w:t>
                    </w:r>
                    <w:r>
                      <w:rPr>
                        <w:rFonts w:hint="eastAsia" w:ascii="宋体" w:hAnsi="宋体" w:cs="宋体"/>
                        <w:sz w:val="28"/>
                        <w:szCs w:val="28"/>
                      </w:rPr>
                      <w:fldChar w:fldCharType="end"/>
                    </w:r>
                  </w:p>
                </w:txbxContent>
              </v:textbox>
            </v:shape>
          </w:pict>
        </mc:Fallback>
      </mc:AlternateContent>
    </w:r>
  </w:p>
  <w:p>
    <w:pPr>
      <w:pStyle w:val="2"/>
      <w:rPr>
        <w:rFonts w:ascii="宋体" w:hAnsi="宋体"/>
        <w:sz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EF21D2"/>
    <w:rsid w:val="00046376"/>
    <w:rsid w:val="000A07E2"/>
    <w:rsid w:val="000C1012"/>
    <w:rsid w:val="00126E51"/>
    <w:rsid w:val="00223E5A"/>
    <w:rsid w:val="00337D7B"/>
    <w:rsid w:val="005D186B"/>
    <w:rsid w:val="00633BF3"/>
    <w:rsid w:val="00817499"/>
    <w:rsid w:val="009A6843"/>
    <w:rsid w:val="009D7BA8"/>
    <w:rsid w:val="00A16904"/>
    <w:rsid w:val="00C76E7A"/>
    <w:rsid w:val="00DB40FD"/>
    <w:rsid w:val="01132985"/>
    <w:rsid w:val="011C082B"/>
    <w:rsid w:val="013279BA"/>
    <w:rsid w:val="013E746A"/>
    <w:rsid w:val="014444F5"/>
    <w:rsid w:val="014F70C5"/>
    <w:rsid w:val="01877625"/>
    <w:rsid w:val="01913D8D"/>
    <w:rsid w:val="01B33992"/>
    <w:rsid w:val="01C50F17"/>
    <w:rsid w:val="01F762AD"/>
    <w:rsid w:val="0207233D"/>
    <w:rsid w:val="022E53FD"/>
    <w:rsid w:val="023116EF"/>
    <w:rsid w:val="023751F2"/>
    <w:rsid w:val="023D1A6D"/>
    <w:rsid w:val="02400E4B"/>
    <w:rsid w:val="0241051E"/>
    <w:rsid w:val="02492F60"/>
    <w:rsid w:val="02683E68"/>
    <w:rsid w:val="026A3FF5"/>
    <w:rsid w:val="029B6BC7"/>
    <w:rsid w:val="02A12FB2"/>
    <w:rsid w:val="02D65F52"/>
    <w:rsid w:val="02DC235C"/>
    <w:rsid w:val="03013F8A"/>
    <w:rsid w:val="031115B3"/>
    <w:rsid w:val="03264EAF"/>
    <w:rsid w:val="03361E90"/>
    <w:rsid w:val="03635790"/>
    <w:rsid w:val="037149BF"/>
    <w:rsid w:val="037268F4"/>
    <w:rsid w:val="038C79E4"/>
    <w:rsid w:val="039F73E8"/>
    <w:rsid w:val="03EF7C01"/>
    <w:rsid w:val="041560D4"/>
    <w:rsid w:val="04505D04"/>
    <w:rsid w:val="04571B3A"/>
    <w:rsid w:val="045E5527"/>
    <w:rsid w:val="04815ECF"/>
    <w:rsid w:val="04996340"/>
    <w:rsid w:val="04A067F3"/>
    <w:rsid w:val="04A91052"/>
    <w:rsid w:val="04A94849"/>
    <w:rsid w:val="04AC195D"/>
    <w:rsid w:val="04C444DB"/>
    <w:rsid w:val="04C84D47"/>
    <w:rsid w:val="04CF5138"/>
    <w:rsid w:val="04DB5794"/>
    <w:rsid w:val="04E907B8"/>
    <w:rsid w:val="04F2062F"/>
    <w:rsid w:val="05014847"/>
    <w:rsid w:val="051901DA"/>
    <w:rsid w:val="051A4D4C"/>
    <w:rsid w:val="051C6645"/>
    <w:rsid w:val="05280AA8"/>
    <w:rsid w:val="05470BBB"/>
    <w:rsid w:val="05521893"/>
    <w:rsid w:val="05677E7C"/>
    <w:rsid w:val="05732A11"/>
    <w:rsid w:val="058E0A98"/>
    <w:rsid w:val="05933224"/>
    <w:rsid w:val="059D031F"/>
    <w:rsid w:val="05BC1739"/>
    <w:rsid w:val="05C3767D"/>
    <w:rsid w:val="05E02F65"/>
    <w:rsid w:val="060F1609"/>
    <w:rsid w:val="061E06B7"/>
    <w:rsid w:val="063135A3"/>
    <w:rsid w:val="06414E62"/>
    <w:rsid w:val="06557727"/>
    <w:rsid w:val="06563336"/>
    <w:rsid w:val="0659382B"/>
    <w:rsid w:val="06756137"/>
    <w:rsid w:val="0683136E"/>
    <w:rsid w:val="069F6F84"/>
    <w:rsid w:val="06A01C33"/>
    <w:rsid w:val="06AA53A4"/>
    <w:rsid w:val="06AF10AB"/>
    <w:rsid w:val="06B55F80"/>
    <w:rsid w:val="06CB0A78"/>
    <w:rsid w:val="06E1157E"/>
    <w:rsid w:val="06E249D7"/>
    <w:rsid w:val="06E5142F"/>
    <w:rsid w:val="06E70DBB"/>
    <w:rsid w:val="0710519F"/>
    <w:rsid w:val="07143669"/>
    <w:rsid w:val="07471F3A"/>
    <w:rsid w:val="07582756"/>
    <w:rsid w:val="077273D6"/>
    <w:rsid w:val="07795991"/>
    <w:rsid w:val="077C1758"/>
    <w:rsid w:val="078C162A"/>
    <w:rsid w:val="07D76AC4"/>
    <w:rsid w:val="07E40E5C"/>
    <w:rsid w:val="080F2C5C"/>
    <w:rsid w:val="08391440"/>
    <w:rsid w:val="083D7FB8"/>
    <w:rsid w:val="084B5C04"/>
    <w:rsid w:val="085A1EC7"/>
    <w:rsid w:val="0873353B"/>
    <w:rsid w:val="08832F15"/>
    <w:rsid w:val="08953895"/>
    <w:rsid w:val="089834BE"/>
    <w:rsid w:val="08C12035"/>
    <w:rsid w:val="08D44A18"/>
    <w:rsid w:val="08EA5574"/>
    <w:rsid w:val="08ED0D84"/>
    <w:rsid w:val="08ED169D"/>
    <w:rsid w:val="091867F5"/>
    <w:rsid w:val="095A4EB9"/>
    <w:rsid w:val="09657511"/>
    <w:rsid w:val="096A20E7"/>
    <w:rsid w:val="096C3284"/>
    <w:rsid w:val="09770FA6"/>
    <w:rsid w:val="09E34D9C"/>
    <w:rsid w:val="09EA7B25"/>
    <w:rsid w:val="0A004365"/>
    <w:rsid w:val="0A16723B"/>
    <w:rsid w:val="0A186502"/>
    <w:rsid w:val="0A231C47"/>
    <w:rsid w:val="0A3F7732"/>
    <w:rsid w:val="0A406002"/>
    <w:rsid w:val="0A483B3E"/>
    <w:rsid w:val="0A543B13"/>
    <w:rsid w:val="0A630439"/>
    <w:rsid w:val="0A6E73DB"/>
    <w:rsid w:val="0A87592C"/>
    <w:rsid w:val="0A99014A"/>
    <w:rsid w:val="0AD9332E"/>
    <w:rsid w:val="0AF100FC"/>
    <w:rsid w:val="0AFD531D"/>
    <w:rsid w:val="0B0A1DB2"/>
    <w:rsid w:val="0B1E370C"/>
    <w:rsid w:val="0B5F60E7"/>
    <w:rsid w:val="0B603617"/>
    <w:rsid w:val="0B7C2AD5"/>
    <w:rsid w:val="0BA12510"/>
    <w:rsid w:val="0BD67A40"/>
    <w:rsid w:val="0BEF21D2"/>
    <w:rsid w:val="0BF7363C"/>
    <w:rsid w:val="0BFA5181"/>
    <w:rsid w:val="0C0818AB"/>
    <w:rsid w:val="0C0F6BA8"/>
    <w:rsid w:val="0C124280"/>
    <w:rsid w:val="0C160CB4"/>
    <w:rsid w:val="0C183B7D"/>
    <w:rsid w:val="0C1A2E58"/>
    <w:rsid w:val="0C2B5D7F"/>
    <w:rsid w:val="0C383C69"/>
    <w:rsid w:val="0C55630B"/>
    <w:rsid w:val="0C6533F8"/>
    <w:rsid w:val="0C852BD4"/>
    <w:rsid w:val="0CB45D57"/>
    <w:rsid w:val="0CF40BEB"/>
    <w:rsid w:val="0D063463"/>
    <w:rsid w:val="0D0A797D"/>
    <w:rsid w:val="0D1C4CA7"/>
    <w:rsid w:val="0D3649BA"/>
    <w:rsid w:val="0D5206D4"/>
    <w:rsid w:val="0D643C4A"/>
    <w:rsid w:val="0DAD4DED"/>
    <w:rsid w:val="0DBC464E"/>
    <w:rsid w:val="0DC31A14"/>
    <w:rsid w:val="0DD43B93"/>
    <w:rsid w:val="0DED552D"/>
    <w:rsid w:val="0DEF11E4"/>
    <w:rsid w:val="0E021542"/>
    <w:rsid w:val="0E061823"/>
    <w:rsid w:val="0E1A2AC1"/>
    <w:rsid w:val="0E1F0568"/>
    <w:rsid w:val="0E283BBA"/>
    <w:rsid w:val="0E2E3892"/>
    <w:rsid w:val="0E446378"/>
    <w:rsid w:val="0E735680"/>
    <w:rsid w:val="0E7E72C1"/>
    <w:rsid w:val="0E822C6A"/>
    <w:rsid w:val="0E8B4F1F"/>
    <w:rsid w:val="0EB62D58"/>
    <w:rsid w:val="0EC947C9"/>
    <w:rsid w:val="0EDD5FB8"/>
    <w:rsid w:val="0EE85F03"/>
    <w:rsid w:val="0F1A7115"/>
    <w:rsid w:val="0F465F5C"/>
    <w:rsid w:val="0F602C3D"/>
    <w:rsid w:val="0F773627"/>
    <w:rsid w:val="0F8038FC"/>
    <w:rsid w:val="0F901607"/>
    <w:rsid w:val="0F944459"/>
    <w:rsid w:val="0FA97758"/>
    <w:rsid w:val="0FBD2BED"/>
    <w:rsid w:val="0FDF222F"/>
    <w:rsid w:val="0FE12583"/>
    <w:rsid w:val="0FF30D8F"/>
    <w:rsid w:val="10070A5F"/>
    <w:rsid w:val="100E1BD2"/>
    <w:rsid w:val="101D3D5B"/>
    <w:rsid w:val="10470B13"/>
    <w:rsid w:val="105F0320"/>
    <w:rsid w:val="10675293"/>
    <w:rsid w:val="107114F9"/>
    <w:rsid w:val="10772DC6"/>
    <w:rsid w:val="10890A96"/>
    <w:rsid w:val="109F7231"/>
    <w:rsid w:val="10A51E95"/>
    <w:rsid w:val="10AA3E8A"/>
    <w:rsid w:val="10CE5A08"/>
    <w:rsid w:val="10F903EB"/>
    <w:rsid w:val="11126027"/>
    <w:rsid w:val="11175F3E"/>
    <w:rsid w:val="112104BC"/>
    <w:rsid w:val="11354F47"/>
    <w:rsid w:val="116C59CE"/>
    <w:rsid w:val="117830E9"/>
    <w:rsid w:val="118223FE"/>
    <w:rsid w:val="11A01AEE"/>
    <w:rsid w:val="11C61A87"/>
    <w:rsid w:val="11CD3BC3"/>
    <w:rsid w:val="11EF5503"/>
    <w:rsid w:val="122B67AC"/>
    <w:rsid w:val="12324749"/>
    <w:rsid w:val="123345B9"/>
    <w:rsid w:val="124C01A0"/>
    <w:rsid w:val="12520402"/>
    <w:rsid w:val="12621391"/>
    <w:rsid w:val="126432A5"/>
    <w:rsid w:val="127B1AB9"/>
    <w:rsid w:val="129E36E1"/>
    <w:rsid w:val="12A07A59"/>
    <w:rsid w:val="12A812D0"/>
    <w:rsid w:val="13014D04"/>
    <w:rsid w:val="130256D5"/>
    <w:rsid w:val="132C6A6E"/>
    <w:rsid w:val="13342CF2"/>
    <w:rsid w:val="133B7B84"/>
    <w:rsid w:val="135475B5"/>
    <w:rsid w:val="138B6694"/>
    <w:rsid w:val="139815DD"/>
    <w:rsid w:val="139A6364"/>
    <w:rsid w:val="13BC03C8"/>
    <w:rsid w:val="13D350A1"/>
    <w:rsid w:val="13E97906"/>
    <w:rsid w:val="143220CA"/>
    <w:rsid w:val="143966E0"/>
    <w:rsid w:val="143A0F06"/>
    <w:rsid w:val="143F73DA"/>
    <w:rsid w:val="144B3AC4"/>
    <w:rsid w:val="14580F18"/>
    <w:rsid w:val="14587BB2"/>
    <w:rsid w:val="14645E3A"/>
    <w:rsid w:val="14674A84"/>
    <w:rsid w:val="14715E2F"/>
    <w:rsid w:val="14772F44"/>
    <w:rsid w:val="147960CF"/>
    <w:rsid w:val="148D0930"/>
    <w:rsid w:val="148E77CF"/>
    <w:rsid w:val="14AF330D"/>
    <w:rsid w:val="14E174DA"/>
    <w:rsid w:val="14E22550"/>
    <w:rsid w:val="14EE2C97"/>
    <w:rsid w:val="150058B2"/>
    <w:rsid w:val="15012D06"/>
    <w:rsid w:val="15493B58"/>
    <w:rsid w:val="15577270"/>
    <w:rsid w:val="15583074"/>
    <w:rsid w:val="15653DBB"/>
    <w:rsid w:val="15837B0C"/>
    <w:rsid w:val="158A11BA"/>
    <w:rsid w:val="159D575C"/>
    <w:rsid w:val="15ED7F98"/>
    <w:rsid w:val="16170A5A"/>
    <w:rsid w:val="1627411C"/>
    <w:rsid w:val="16453C5D"/>
    <w:rsid w:val="165F3754"/>
    <w:rsid w:val="16651709"/>
    <w:rsid w:val="16DA551C"/>
    <w:rsid w:val="16DB49B6"/>
    <w:rsid w:val="16E62D79"/>
    <w:rsid w:val="16EF075B"/>
    <w:rsid w:val="170A3204"/>
    <w:rsid w:val="17197DF0"/>
    <w:rsid w:val="1727588D"/>
    <w:rsid w:val="173949CD"/>
    <w:rsid w:val="17643D5B"/>
    <w:rsid w:val="176534D2"/>
    <w:rsid w:val="176A26BB"/>
    <w:rsid w:val="176C0992"/>
    <w:rsid w:val="176D3FBA"/>
    <w:rsid w:val="179314B0"/>
    <w:rsid w:val="179B0A8F"/>
    <w:rsid w:val="179F2619"/>
    <w:rsid w:val="17A730A1"/>
    <w:rsid w:val="17BF735D"/>
    <w:rsid w:val="1867596C"/>
    <w:rsid w:val="186F2858"/>
    <w:rsid w:val="187E4866"/>
    <w:rsid w:val="18982D45"/>
    <w:rsid w:val="18A4228E"/>
    <w:rsid w:val="18A7270E"/>
    <w:rsid w:val="18B04E9E"/>
    <w:rsid w:val="18B32A5F"/>
    <w:rsid w:val="18B57C92"/>
    <w:rsid w:val="18B81C90"/>
    <w:rsid w:val="18C949AB"/>
    <w:rsid w:val="18EC0D7D"/>
    <w:rsid w:val="18F54713"/>
    <w:rsid w:val="19104C91"/>
    <w:rsid w:val="19190847"/>
    <w:rsid w:val="191F4D62"/>
    <w:rsid w:val="19356925"/>
    <w:rsid w:val="19376AC6"/>
    <w:rsid w:val="19587950"/>
    <w:rsid w:val="197B36B0"/>
    <w:rsid w:val="19826DEB"/>
    <w:rsid w:val="198669C4"/>
    <w:rsid w:val="198E44F8"/>
    <w:rsid w:val="199870E7"/>
    <w:rsid w:val="19AD70ED"/>
    <w:rsid w:val="19EB4D80"/>
    <w:rsid w:val="19EE0579"/>
    <w:rsid w:val="1A040346"/>
    <w:rsid w:val="1A041908"/>
    <w:rsid w:val="1A055307"/>
    <w:rsid w:val="1A0940A9"/>
    <w:rsid w:val="1A451ABF"/>
    <w:rsid w:val="1A621CE1"/>
    <w:rsid w:val="1A6A71AC"/>
    <w:rsid w:val="1A74698B"/>
    <w:rsid w:val="1A876C77"/>
    <w:rsid w:val="1A94144D"/>
    <w:rsid w:val="1A9507CE"/>
    <w:rsid w:val="1A997F74"/>
    <w:rsid w:val="1AB44266"/>
    <w:rsid w:val="1AC95449"/>
    <w:rsid w:val="1ADE2FEB"/>
    <w:rsid w:val="1AEF337F"/>
    <w:rsid w:val="1AFC76E3"/>
    <w:rsid w:val="1AFF4724"/>
    <w:rsid w:val="1B072D8D"/>
    <w:rsid w:val="1B09264A"/>
    <w:rsid w:val="1B0C4CB7"/>
    <w:rsid w:val="1B3B3A69"/>
    <w:rsid w:val="1B474D40"/>
    <w:rsid w:val="1B4D7B53"/>
    <w:rsid w:val="1B5B7383"/>
    <w:rsid w:val="1B65015F"/>
    <w:rsid w:val="1B714254"/>
    <w:rsid w:val="1B814F74"/>
    <w:rsid w:val="1B82424D"/>
    <w:rsid w:val="1B972583"/>
    <w:rsid w:val="1BA61F98"/>
    <w:rsid w:val="1BB23028"/>
    <w:rsid w:val="1BB863A7"/>
    <w:rsid w:val="1BC276B0"/>
    <w:rsid w:val="1BCD04AF"/>
    <w:rsid w:val="1BE40B76"/>
    <w:rsid w:val="1C146C32"/>
    <w:rsid w:val="1C17579C"/>
    <w:rsid w:val="1C2627AC"/>
    <w:rsid w:val="1C512E8E"/>
    <w:rsid w:val="1C5529BD"/>
    <w:rsid w:val="1C6120F3"/>
    <w:rsid w:val="1C9F0854"/>
    <w:rsid w:val="1CA62081"/>
    <w:rsid w:val="1CB4569B"/>
    <w:rsid w:val="1CB71631"/>
    <w:rsid w:val="1CD342E0"/>
    <w:rsid w:val="1CE16DB5"/>
    <w:rsid w:val="1CF52D40"/>
    <w:rsid w:val="1D1A43F9"/>
    <w:rsid w:val="1D581DF4"/>
    <w:rsid w:val="1D6C4D71"/>
    <w:rsid w:val="1D6D0E5D"/>
    <w:rsid w:val="1D7548FB"/>
    <w:rsid w:val="1D7F4453"/>
    <w:rsid w:val="1D8C5217"/>
    <w:rsid w:val="1DBC2991"/>
    <w:rsid w:val="1DCA134C"/>
    <w:rsid w:val="1DD36B5A"/>
    <w:rsid w:val="1E321737"/>
    <w:rsid w:val="1E3F31C0"/>
    <w:rsid w:val="1E471877"/>
    <w:rsid w:val="1E576110"/>
    <w:rsid w:val="1E71188B"/>
    <w:rsid w:val="1E862DEF"/>
    <w:rsid w:val="1E9A28A3"/>
    <w:rsid w:val="1EB71579"/>
    <w:rsid w:val="1EB90841"/>
    <w:rsid w:val="1EE86A9D"/>
    <w:rsid w:val="1EEB75C9"/>
    <w:rsid w:val="1F0D30B9"/>
    <w:rsid w:val="1F3A3621"/>
    <w:rsid w:val="1F3A55C6"/>
    <w:rsid w:val="1F4670D9"/>
    <w:rsid w:val="1F72303C"/>
    <w:rsid w:val="1F762FC5"/>
    <w:rsid w:val="1F956F0F"/>
    <w:rsid w:val="1F9E5011"/>
    <w:rsid w:val="1FB746F8"/>
    <w:rsid w:val="1FBF172F"/>
    <w:rsid w:val="1FC86667"/>
    <w:rsid w:val="1FF62D65"/>
    <w:rsid w:val="1FFC592A"/>
    <w:rsid w:val="201C0625"/>
    <w:rsid w:val="202D791E"/>
    <w:rsid w:val="20551DBA"/>
    <w:rsid w:val="206C65F5"/>
    <w:rsid w:val="20794A09"/>
    <w:rsid w:val="20822C0B"/>
    <w:rsid w:val="20FF76CB"/>
    <w:rsid w:val="210C2FA0"/>
    <w:rsid w:val="211E4078"/>
    <w:rsid w:val="212A043E"/>
    <w:rsid w:val="21457B00"/>
    <w:rsid w:val="21534122"/>
    <w:rsid w:val="2166153D"/>
    <w:rsid w:val="21715E94"/>
    <w:rsid w:val="21784C6D"/>
    <w:rsid w:val="21815033"/>
    <w:rsid w:val="219609A6"/>
    <w:rsid w:val="219B251A"/>
    <w:rsid w:val="21C56E1B"/>
    <w:rsid w:val="21CA0E9D"/>
    <w:rsid w:val="21D96866"/>
    <w:rsid w:val="221A3920"/>
    <w:rsid w:val="2240530C"/>
    <w:rsid w:val="22477412"/>
    <w:rsid w:val="22754D07"/>
    <w:rsid w:val="22814C0B"/>
    <w:rsid w:val="22990EF7"/>
    <w:rsid w:val="22A20762"/>
    <w:rsid w:val="23101EF4"/>
    <w:rsid w:val="231D6EB5"/>
    <w:rsid w:val="232C1224"/>
    <w:rsid w:val="23445BDE"/>
    <w:rsid w:val="235D56FC"/>
    <w:rsid w:val="23784B63"/>
    <w:rsid w:val="23993501"/>
    <w:rsid w:val="239C65CF"/>
    <w:rsid w:val="239F0170"/>
    <w:rsid w:val="23A00B97"/>
    <w:rsid w:val="23A37099"/>
    <w:rsid w:val="23B957FC"/>
    <w:rsid w:val="24092D0B"/>
    <w:rsid w:val="240E0560"/>
    <w:rsid w:val="241B3739"/>
    <w:rsid w:val="241C2ACB"/>
    <w:rsid w:val="241C50C7"/>
    <w:rsid w:val="246017E0"/>
    <w:rsid w:val="24605C92"/>
    <w:rsid w:val="246F681B"/>
    <w:rsid w:val="247D7E1B"/>
    <w:rsid w:val="24BC656E"/>
    <w:rsid w:val="24D343AC"/>
    <w:rsid w:val="24D748DB"/>
    <w:rsid w:val="24EA4A9A"/>
    <w:rsid w:val="24EE0AC3"/>
    <w:rsid w:val="25014308"/>
    <w:rsid w:val="25062102"/>
    <w:rsid w:val="251C2081"/>
    <w:rsid w:val="255831BA"/>
    <w:rsid w:val="257F233C"/>
    <w:rsid w:val="2582226B"/>
    <w:rsid w:val="25E179FF"/>
    <w:rsid w:val="25E777E5"/>
    <w:rsid w:val="26346568"/>
    <w:rsid w:val="263F4569"/>
    <w:rsid w:val="26534141"/>
    <w:rsid w:val="266A3568"/>
    <w:rsid w:val="26796B77"/>
    <w:rsid w:val="26962543"/>
    <w:rsid w:val="26B61106"/>
    <w:rsid w:val="26BE5DC9"/>
    <w:rsid w:val="26C74BE9"/>
    <w:rsid w:val="26E749A5"/>
    <w:rsid w:val="26E91478"/>
    <w:rsid w:val="270F3528"/>
    <w:rsid w:val="271C75F3"/>
    <w:rsid w:val="275608F6"/>
    <w:rsid w:val="277B29C1"/>
    <w:rsid w:val="278B37CB"/>
    <w:rsid w:val="27A05209"/>
    <w:rsid w:val="27B43B63"/>
    <w:rsid w:val="27CA0561"/>
    <w:rsid w:val="27D81257"/>
    <w:rsid w:val="27E243A7"/>
    <w:rsid w:val="28390A45"/>
    <w:rsid w:val="284B5C4F"/>
    <w:rsid w:val="28752806"/>
    <w:rsid w:val="28871D48"/>
    <w:rsid w:val="28985F96"/>
    <w:rsid w:val="28B34D72"/>
    <w:rsid w:val="28D965E1"/>
    <w:rsid w:val="296C1134"/>
    <w:rsid w:val="29836A09"/>
    <w:rsid w:val="299741D9"/>
    <w:rsid w:val="29A33C2F"/>
    <w:rsid w:val="29B01E23"/>
    <w:rsid w:val="29CA423F"/>
    <w:rsid w:val="29CF37E7"/>
    <w:rsid w:val="29D33F1D"/>
    <w:rsid w:val="29D51275"/>
    <w:rsid w:val="29E0004E"/>
    <w:rsid w:val="29E46920"/>
    <w:rsid w:val="2A246D85"/>
    <w:rsid w:val="2A2A5642"/>
    <w:rsid w:val="2A3715D9"/>
    <w:rsid w:val="2A393C12"/>
    <w:rsid w:val="2A3E5B81"/>
    <w:rsid w:val="2A4A2C80"/>
    <w:rsid w:val="2A571817"/>
    <w:rsid w:val="2A57716D"/>
    <w:rsid w:val="2A733B19"/>
    <w:rsid w:val="2A735C0F"/>
    <w:rsid w:val="2A7524DB"/>
    <w:rsid w:val="2A842E5A"/>
    <w:rsid w:val="2A924D9D"/>
    <w:rsid w:val="2AA31F22"/>
    <w:rsid w:val="2ABD26CF"/>
    <w:rsid w:val="2AD7720B"/>
    <w:rsid w:val="2AFB08B4"/>
    <w:rsid w:val="2AFE6DB4"/>
    <w:rsid w:val="2B012B00"/>
    <w:rsid w:val="2B222111"/>
    <w:rsid w:val="2B3A755D"/>
    <w:rsid w:val="2B510BC7"/>
    <w:rsid w:val="2B581A6E"/>
    <w:rsid w:val="2B7657FC"/>
    <w:rsid w:val="2B894169"/>
    <w:rsid w:val="2BA849A6"/>
    <w:rsid w:val="2BC9156B"/>
    <w:rsid w:val="2BCB60AB"/>
    <w:rsid w:val="2BD24FBE"/>
    <w:rsid w:val="2BE462CD"/>
    <w:rsid w:val="2BEC624D"/>
    <w:rsid w:val="2C053355"/>
    <w:rsid w:val="2C122A42"/>
    <w:rsid w:val="2C17430B"/>
    <w:rsid w:val="2C2002B0"/>
    <w:rsid w:val="2C55365E"/>
    <w:rsid w:val="2C704B16"/>
    <w:rsid w:val="2C721E1C"/>
    <w:rsid w:val="2C752288"/>
    <w:rsid w:val="2C792BDA"/>
    <w:rsid w:val="2C8E1D35"/>
    <w:rsid w:val="2CB17148"/>
    <w:rsid w:val="2CD07F9E"/>
    <w:rsid w:val="2CE36892"/>
    <w:rsid w:val="2CE47935"/>
    <w:rsid w:val="2CE50655"/>
    <w:rsid w:val="2CF73750"/>
    <w:rsid w:val="2D156C19"/>
    <w:rsid w:val="2D18216F"/>
    <w:rsid w:val="2D1E253E"/>
    <w:rsid w:val="2D2F5965"/>
    <w:rsid w:val="2D896421"/>
    <w:rsid w:val="2D9A74B1"/>
    <w:rsid w:val="2DA43385"/>
    <w:rsid w:val="2DAE78AE"/>
    <w:rsid w:val="2DB639AF"/>
    <w:rsid w:val="2DBE5AD8"/>
    <w:rsid w:val="2DC814B6"/>
    <w:rsid w:val="2DD814C5"/>
    <w:rsid w:val="2DE56E57"/>
    <w:rsid w:val="2DFB1FD1"/>
    <w:rsid w:val="2E223968"/>
    <w:rsid w:val="2E2E56E6"/>
    <w:rsid w:val="2E302DF0"/>
    <w:rsid w:val="2E684A5B"/>
    <w:rsid w:val="2E6B5C3B"/>
    <w:rsid w:val="2E6C5891"/>
    <w:rsid w:val="2E7F23AF"/>
    <w:rsid w:val="2E805CFA"/>
    <w:rsid w:val="2EA11ABE"/>
    <w:rsid w:val="2EAC0DA0"/>
    <w:rsid w:val="2EAF1F1E"/>
    <w:rsid w:val="2ED04CCD"/>
    <w:rsid w:val="2F025626"/>
    <w:rsid w:val="2F137F22"/>
    <w:rsid w:val="2F230420"/>
    <w:rsid w:val="2F314FA2"/>
    <w:rsid w:val="2F501372"/>
    <w:rsid w:val="2F52151D"/>
    <w:rsid w:val="2F5B2EAD"/>
    <w:rsid w:val="2F962EC3"/>
    <w:rsid w:val="2F9639F6"/>
    <w:rsid w:val="2FA648B1"/>
    <w:rsid w:val="2FB1329A"/>
    <w:rsid w:val="2FC14988"/>
    <w:rsid w:val="2FFC0D87"/>
    <w:rsid w:val="300C45F0"/>
    <w:rsid w:val="301131ED"/>
    <w:rsid w:val="3019424A"/>
    <w:rsid w:val="303A027D"/>
    <w:rsid w:val="30627F01"/>
    <w:rsid w:val="307044E2"/>
    <w:rsid w:val="308F6278"/>
    <w:rsid w:val="30CF4B66"/>
    <w:rsid w:val="310F5A53"/>
    <w:rsid w:val="314E719A"/>
    <w:rsid w:val="31530810"/>
    <w:rsid w:val="315445AC"/>
    <w:rsid w:val="317F52DC"/>
    <w:rsid w:val="318A4E16"/>
    <w:rsid w:val="318B5EC3"/>
    <w:rsid w:val="31993D63"/>
    <w:rsid w:val="31A21148"/>
    <w:rsid w:val="31BC7D33"/>
    <w:rsid w:val="31D57F8D"/>
    <w:rsid w:val="31F22AF6"/>
    <w:rsid w:val="31F863F6"/>
    <w:rsid w:val="321024B4"/>
    <w:rsid w:val="32346E1A"/>
    <w:rsid w:val="324011F7"/>
    <w:rsid w:val="32401DFB"/>
    <w:rsid w:val="32411E95"/>
    <w:rsid w:val="32546D23"/>
    <w:rsid w:val="328A0E03"/>
    <w:rsid w:val="32A8354A"/>
    <w:rsid w:val="32B85383"/>
    <w:rsid w:val="32BE1A76"/>
    <w:rsid w:val="32F94526"/>
    <w:rsid w:val="330341E1"/>
    <w:rsid w:val="330F76EF"/>
    <w:rsid w:val="33134E74"/>
    <w:rsid w:val="33216B5E"/>
    <w:rsid w:val="332C2BA8"/>
    <w:rsid w:val="33407B9A"/>
    <w:rsid w:val="33471C25"/>
    <w:rsid w:val="334C6B00"/>
    <w:rsid w:val="336D51C0"/>
    <w:rsid w:val="337B223A"/>
    <w:rsid w:val="337E6E56"/>
    <w:rsid w:val="338D29F9"/>
    <w:rsid w:val="339B641C"/>
    <w:rsid w:val="33A2437E"/>
    <w:rsid w:val="33CF7522"/>
    <w:rsid w:val="33E45DBD"/>
    <w:rsid w:val="33EB22EB"/>
    <w:rsid w:val="340B1F7F"/>
    <w:rsid w:val="341D75AE"/>
    <w:rsid w:val="341E3D26"/>
    <w:rsid w:val="34366F85"/>
    <w:rsid w:val="34586916"/>
    <w:rsid w:val="347744B8"/>
    <w:rsid w:val="347D68D2"/>
    <w:rsid w:val="347F4F25"/>
    <w:rsid w:val="3488424A"/>
    <w:rsid w:val="34C26EC1"/>
    <w:rsid w:val="34E22222"/>
    <w:rsid w:val="34F65B2E"/>
    <w:rsid w:val="34F71B59"/>
    <w:rsid w:val="3516148E"/>
    <w:rsid w:val="351D4D58"/>
    <w:rsid w:val="351E5A90"/>
    <w:rsid w:val="355F2251"/>
    <w:rsid w:val="35636C58"/>
    <w:rsid w:val="356E00D1"/>
    <w:rsid w:val="35841204"/>
    <w:rsid w:val="35D65797"/>
    <w:rsid w:val="35DF32BF"/>
    <w:rsid w:val="360B4AE3"/>
    <w:rsid w:val="36162C45"/>
    <w:rsid w:val="361D507C"/>
    <w:rsid w:val="361F508E"/>
    <w:rsid w:val="36243E38"/>
    <w:rsid w:val="363222B5"/>
    <w:rsid w:val="36366C03"/>
    <w:rsid w:val="36457CFF"/>
    <w:rsid w:val="36577600"/>
    <w:rsid w:val="366D43AB"/>
    <w:rsid w:val="368508E5"/>
    <w:rsid w:val="368B5A63"/>
    <w:rsid w:val="3695491F"/>
    <w:rsid w:val="36EA4548"/>
    <w:rsid w:val="36EE28F4"/>
    <w:rsid w:val="370615CF"/>
    <w:rsid w:val="3721215C"/>
    <w:rsid w:val="37291CBB"/>
    <w:rsid w:val="375F3DF3"/>
    <w:rsid w:val="37630701"/>
    <w:rsid w:val="37694AA5"/>
    <w:rsid w:val="377D52D6"/>
    <w:rsid w:val="37A97129"/>
    <w:rsid w:val="37B444FA"/>
    <w:rsid w:val="37B529D1"/>
    <w:rsid w:val="37BA3772"/>
    <w:rsid w:val="37C639A8"/>
    <w:rsid w:val="37F40635"/>
    <w:rsid w:val="38005203"/>
    <w:rsid w:val="38142CBB"/>
    <w:rsid w:val="3818114B"/>
    <w:rsid w:val="381A26ED"/>
    <w:rsid w:val="38332B45"/>
    <w:rsid w:val="384F3E1F"/>
    <w:rsid w:val="3852218D"/>
    <w:rsid w:val="385233C1"/>
    <w:rsid w:val="38561EB7"/>
    <w:rsid w:val="38626D2A"/>
    <w:rsid w:val="3869001C"/>
    <w:rsid w:val="3892351F"/>
    <w:rsid w:val="38A60F3D"/>
    <w:rsid w:val="38AC4473"/>
    <w:rsid w:val="38B11F1F"/>
    <w:rsid w:val="38CC2004"/>
    <w:rsid w:val="38D53F85"/>
    <w:rsid w:val="38E8680C"/>
    <w:rsid w:val="38EB1DB3"/>
    <w:rsid w:val="38EF2060"/>
    <w:rsid w:val="38FB77DB"/>
    <w:rsid w:val="38FF5166"/>
    <w:rsid w:val="39067CEB"/>
    <w:rsid w:val="390E1B3D"/>
    <w:rsid w:val="392C1549"/>
    <w:rsid w:val="39395878"/>
    <w:rsid w:val="393A22BE"/>
    <w:rsid w:val="393B7B1F"/>
    <w:rsid w:val="39545CAB"/>
    <w:rsid w:val="39551CE4"/>
    <w:rsid w:val="39983A32"/>
    <w:rsid w:val="39F30FB2"/>
    <w:rsid w:val="3A006DA7"/>
    <w:rsid w:val="3A017993"/>
    <w:rsid w:val="3A0244A2"/>
    <w:rsid w:val="3A0C692F"/>
    <w:rsid w:val="3A1269A8"/>
    <w:rsid w:val="3A174B44"/>
    <w:rsid w:val="3A3F40B7"/>
    <w:rsid w:val="3A4733AD"/>
    <w:rsid w:val="3A5D127D"/>
    <w:rsid w:val="3A616DD6"/>
    <w:rsid w:val="3A7D4AE4"/>
    <w:rsid w:val="3A7F22FA"/>
    <w:rsid w:val="3A8A2071"/>
    <w:rsid w:val="3A9778AD"/>
    <w:rsid w:val="3AA52B75"/>
    <w:rsid w:val="3AB874B4"/>
    <w:rsid w:val="3AE05583"/>
    <w:rsid w:val="3AF44B10"/>
    <w:rsid w:val="3B1407D1"/>
    <w:rsid w:val="3B266C47"/>
    <w:rsid w:val="3B282E7B"/>
    <w:rsid w:val="3B524D4B"/>
    <w:rsid w:val="3B7E700A"/>
    <w:rsid w:val="3B91117E"/>
    <w:rsid w:val="3BB83797"/>
    <w:rsid w:val="3BF10EC2"/>
    <w:rsid w:val="3C007AEC"/>
    <w:rsid w:val="3C354F16"/>
    <w:rsid w:val="3C376AE6"/>
    <w:rsid w:val="3C3A20BA"/>
    <w:rsid w:val="3C4106E7"/>
    <w:rsid w:val="3C4D7125"/>
    <w:rsid w:val="3C5D1774"/>
    <w:rsid w:val="3C5E07E6"/>
    <w:rsid w:val="3C736A48"/>
    <w:rsid w:val="3C747D99"/>
    <w:rsid w:val="3C7F5F2C"/>
    <w:rsid w:val="3C8F14ED"/>
    <w:rsid w:val="3CB540D1"/>
    <w:rsid w:val="3CDC1A2B"/>
    <w:rsid w:val="3CEC08E5"/>
    <w:rsid w:val="3CED5674"/>
    <w:rsid w:val="3CF07ACB"/>
    <w:rsid w:val="3CF466D2"/>
    <w:rsid w:val="3CF47F1E"/>
    <w:rsid w:val="3CFE0FEC"/>
    <w:rsid w:val="3D1151ED"/>
    <w:rsid w:val="3D210BB8"/>
    <w:rsid w:val="3D571E35"/>
    <w:rsid w:val="3D5B57DA"/>
    <w:rsid w:val="3D75300D"/>
    <w:rsid w:val="3D7C418B"/>
    <w:rsid w:val="3DA945BC"/>
    <w:rsid w:val="3DAF3069"/>
    <w:rsid w:val="3DCD5B15"/>
    <w:rsid w:val="3DFD5F9D"/>
    <w:rsid w:val="3E012535"/>
    <w:rsid w:val="3E0B3A4D"/>
    <w:rsid w:val="3E0D4EB1"/>
    <w:rsid w:val="3E1E557F"/>
    <w:rsid w:val="3E353C9B"/>
    <w:rsid w:val="3E627B6A"/>
    <w:rsid w:val="3E6E2B20"/>
    <w:rsid w:val="3E773D12"/>
    <w:rsid w:val="3E955C1E"/>
    <w:rsid w:val="3EBB13FC"/>
    <w:rsid w:val="3EBF3E0E"/>
    <w:rsid w:val="3EC37B5F"/>
    <w:rsid w:val="3EF12B38"/>
    <w:rsid w:val="3EF22248"/>
    <w:rsid w:val="3EF24DF4"/>
    <w:rsid w:val="3F1E07F0"/>
    <w:rsid w:val="3F5828E2"/>
    <w:rsid w:val="3F60400F"/>
    <w:rsid w:val="3F8562C1"/>
    <w:rsid w:val="3F8F15C5"/>
    <w:rsid w:val="3F941933"/>
    <w:rsid w:val="3FAA3BEC"/>
    <w:rsid w:val="3FC455C2"/>
    <w:rsid w:val="401D49A3"/>
    <w:rsid w:val="40284F6F"/>
    <w:rsid w:val="404236F1"/>
    <w:rsid w:val="404C365C"/>
    <w:rsid w:val="408C7109"/>
    <w:rsid w:val="40AB0400"/>
    <w:rsid w:val="40AD4C50"/>
    <w:rsid w:val="40B50C73"/>
    <w:rsid w:val="40C56D32"/>
    <w:rsid w:val="40DD39CF"/>
    <w:rsid w:val="40E4322C"/>
    <w:rsid w:val="40FD4A71"/>
    <w:rsid w:val="41147CF1"/>
    <w:rsid w:val="41244FFF"/>
    <w:rsid w:val="413770CF"/>
    <w:rsid w:val="414234C0"/>
    <w:rsid w:val="416952C7"/>
    <w:rsid w:val="41752A3B"/>
    <w:rsid w:val="417F6469"/>
    <w:rsid w:val="41805B4C"/>
    <w:rsid w:val="41A55B13"/>
    <w:rsid w:val="41AF7125"/>
    <w:rsid w:val="41C9279D"/>
    <w:rsid w:val="41E47993"/>
    <w:rsid w:val="41E54359"/>
    <w:rsid w:val="41E66DFD"/>
    <w:rsid w:val="41FC57EA"/>
    <w:rsid w:val="4205339F"/>
    <w:rsid w:val="421354C0"/>
    <w:rsid w:val="42143257"/>
    <w:rsid w:val="42152ADD"/>
    <w:rsid w:val="424A3706"/>
    <w:rsid w:val="425A5167"/>
    <w:rsid w:val="425D666A"/>
    <w:rsid w:val="42685583"/>
    <w:rsid w:val="4286172C"/>
    <w:rsid w:val="42B33D53"/>
    <w:rsid w:val="42CC350B"/>
    <w:rsid w:val="42CE313B"/>
    <w:rsid w:val="42DA0BA9"/>
    <w:rsid w:val="43077B86"/>
    <w:rsid w:val="431315DD"/>
    <w:rsid w:val="43144F63"/>
    <w:rsid w:val="431A182D"/>
    <w:rsid w:val="43222407"/>
    <w:rsid w:val="434416E6"/>
    <w:rsid w:val="435329F7"/>
    <w:rsid w:val="43537CC4"/>
    <w:rsid w:val="43573198"/>
    <w:rsid w:val="4370632B"/>
    <w:rsid w:val="437B33A3"/>
    <w:rsid w:val="43A37D12"/>
    <w:rsid w:val="43DA11BF"/>
    <w:rsid w:val="43DB62F7"/>
    <w:rsid w:val="43E017D7"/>
    <w:rsid w:val="43E54D23"/>
    <w:rsid w:val="43EB0D76"/>
    <w:rsid w:val="43F15285"/>
    <w:rsid w:val="43F50835"/>
    <w:rsid w:val="44137F44"/>
    <w:rsid w:val="441E44BD"/>
    <w:rsid w:val="44216356"/>
    <w:rsid w:val="44650C31"/>
    <w:rsid w:val="448771B0"/>
    <w:rsid w:val="44C57D22"/>
    <w:rsid w:val="44CF2EB2"/>
    <w:rsid w:val="44D47A00"/>
    <w:rsid w:val="44DD762F"/>
    <w:rsid w:val="44FD3ED7"/>
    <w:rsid w:val="450A4347"/>
    <w:rsid w:val="45115413"/>
    <w:rsid w:val="453B5048"/>
    <w:rsid w:val="45513A6F"/>
    <w:rsid w:val="45760A66"/>
    <w:rsid w:val="458325B7"/>
    <w:rsid w:val="458D1AA2"/>
    <w:rsid w:val="45F30050"/>
    <w:rsid w:val="45FA5F0E"/>
    <w:rsid w:val="45FC755D"/>
    <w:rsid w:val="4605779A"/>
    <w:rsid w:val="46570694"/>
    <w:rsid w:val="466C112F"/>
    <w:rsid w:val="468A38DE"/>
    <w:rsid w:val="46A33AB2"/>
    <w:rsid w:val="46A54E62"/>
    <w:rsid w:val="46B64D92"/>
    <w:rsid w:val="46D218F6"/>
    <w:rsid w:val="46E76EF9"/>
    <w:rsid w:val="46EA0364"/>
    <w:rsid w:val="46FE45C9"/>
    <w:rsid w:val="47192B50"/>
    <w:rsid w:val="47280594"/>
    <w:rsid w:val="472D329C"/>
    <w:rsid w:val="4731411D"/>
    <w:rsid w:val="47523EB0"/>
    <w:rsid w:val="475C511A"/>
    <w:rsid w:val="475F1EA8"/>
    <w:rsid w:val="47645FFF"/>
    <w:rsid w:val="477E5340"/>
    <w:rsid w:val="479A63B1"/>
    <w:rsid w:val="47AC183E"/>
    <w:rsid w:val="47CD7C4D"/>
    <w:rsid w:val="47D30852"/>
    <w:rsid w:val="47D30CC6"/>
    <w:rsid w:val="47D95F93"/>
    <w:rsid w:val="47F34A3C"/>
    <w:rsid w:val="47FD3655"/>
    <w:rsid w:val="480646EB"/>
    <w:rsid w:val="480A4E68"/>
    <w:rsid w:val="481001DF"/>
    <w:rsid w:val="48112C8F"/>
    <w:rsid w:val="484434B5"/>
    <w:rsid w:val="4871360A"/>
    <w:rsid w:val="48755BBF"/>
    <w:rsid w:val="48835CC5"/>
    <w:rsid w:val="488835A3"/>
    <w:rsid w:val="48892D24"/>
    <w:rsid w:val="489856BC"/>
    <w:rsid w:val="489F678F"/>
    <w:rsid w:val="48A26B69"/>
    <w:rsid w:val="49102EA3"/>
    <w:rsid w:val="491715C0"/>
    <w:rsid w:val="491D326C"/>
    <w:rsid w:val="491D6F4C"/>
    <w:rsid w:val="492361DE"/>
    <w:rsid w:val="493B1E59"/>
    <w:rsid w:val="49447F71"/>
    <w:rsid w:val="49576BE7"/>
    <w:rsid w:val="495E5954"/>
    <w:rsid w:val="496B2F58"/>
    <w:rsid w:val="49796286"/>
    <w:rsid w:val="4987203A"/>
    <w:rsid w:val="49AA06EB"/>
    <w:rsid w:val="49DC2D94"/>
    <w:rsid w:val="49E50ABE"/>
    <w:rsid w:val="49EE101E"/>
    <w:rsid w:val="4A20744A"/>
    <w:rsid w:val="4A233C88"/>
    <w:rsid w:val="4A4E68E0"/>
    <w:rsid w:val="4A8623A0"/>
    <w:rsid w:val="4A940772"/>
    <w:rsid w:val="4A9A04E1"/>
    <w:rsid w:val="4ABB3EE4"/>
    <w:rsid w:val="4AD77486"/>
    <w:rsid w:val="4ADC696E"/>
    <w:rsid w:val="4AEC7B3D"/>
    <w:rsid w:val="4AFD5157"/>
    <w:rsid w:val="4B2B26EA"/>
    <w:rsid w:val="4B2C0CC4"/>
    <w:rsid w:val="4B3071A0"/>
    <w:rsid w:val="4B3A3315"/>
    <w:rsid w:val="4B442371"/>
    <w:rsid w:val="4B4450A0"/>
    <w:rsid w:val="4B825EB9"/>
    <w:rsid w:val="4B881C17"/>
    <w:rsid w:val="4B96204C"/>
    <w:rsid w:val="4BB277FA"/>
    <w:rsid w:val="4BC257A3"/>
    <w:rsid w:val="4BCE5BB4"/>
    <w:rsid w:val="4BDB4AD5"/>
    <w:rsid w:val="4C0B5D5A"/>
    <w:rsid w:val="4C123616"/>
    <w:rsid w:val="4C2A1C95"/>
    <w:rsid w:val="4C8C1586"/>
    <w:rsid w:val="4C910154"/>
    <w:rsid w:val="4CD418F1"/>
    <w:rsid w:val="4CDE1F4A"/>
    <w:rsid w:val="4CFA5DA7"/>
    <w:rsid w:val="4D067211"/>
    <w:rsid w:val="4D1A448E"/>
    <w:rsid w:val="4D205952"/>
    <w:rsid w:val="4D3477F1"/>
    <w:rsid w:val="4D371B99"/>
    <w:rsid w:val="4D43623F"/>
    <w:rsid w:val="4D4530A1"/>
    <w:rsid w:val="4D4C234C"/>
    <w:rsid w:val="4D4F42F5"/>
    <w:rsid w:val="4D644A45"/>
    <w:rsid w:val="4D8701A3"/>
    <w:rsid w:val="4D992594"/>
    <w:rsid w:val="4DA116A1"/>
    <w:rsid w:val="4DA16AEA"/>
    <w:rsid w:val="4DAA5FB4"/>
    <w:rsid w:val="4DC67760"/>
    <w:rsid w:val="4DC9073D"/>
    <w:rsid w:val="4E087F41"/>
    <w:rsid w:val="4E1A13A7"/>
    <w:rsid w:val="4E260E3A"/>
    <w:rsid w:val="4E263A96"/>
    <w:rsid w:val="4E2A79B2"/>
    <w:rsid w:val="4E38198B"/>
    <w:rsid w:val="4E436D56"/>
    <w:rsid w:val="4E4550AF"/>
    <w:rsid w:val="4E570481"/>
    <w:rsid w:val="4E5A72FF"/>
    <w:rsid w:val="4E890608"/>
    <w:rsid w:val="4EB24587"/>
    <w:rsid w:val="4EC15EF6"/>
    <w:rsid w:val="4ED52B48"/>
    <w:rsid w:val="4F381A8C"/>
    <w:rsid w:val="4F600F6E"/>
    <w:rsid w:val="4F6C62E1"/>
    <w:rsid w:val="4F767E2D"/>
    <w:rsid w:val="4F9034F5"/>
    <w:rsid w:val="4FBC05E9"/>
    <w:rsid w:val="4FEC2864"/>
    <w:rsid w:val="501952FB"/>
    <w:rsid w:val="501C73E4"/>
    <w:rsid w:val="504E095A"/>
    <w:rsid w:val="506625B8"/>
    <w:rsid w:val="5079371E"/>
    <w:rsid w:val="507C550D"/>
    <w:rsid w:val="5082636A"/>
    <w:rsid w:val="50A0489C"/>
    <w:rsid w:val="50B86BFB"/>
    <w:rsid w:val="50BE05FE"/>
    <w:rsid w:val="50CB5AF6"/>
    <w:rsid w:val="5102382D"/>
    <w:rsid w:val="510F0ED3"/>
    <w:rsid w:val="511F6F71"/>
    <w:rsid w:val="512C4B86"/>
    <w:rsid w:val="514429ED"/>
    <w:rsid w:val="516A1FFE"/>
    <w:rsid w:val="516C3DD6"/>
    <w:rsid w:val="5186407A"/>
    <w:rsid w:val="518F3A2A"/>
    <w:rsid w:val="519774B3"/>
    <w:rsid w:val="51B866A4"/>
    <w:rsid w:val="51C80786"/>
    <w:rsid w:val="51D919A9"/>
    <w:rsid w:val="51EC620B"/>
    <w:rsid w:val="51F51289"/>
    <w:rsid w:val="51FD7C37"/>
    <w:rsid w:val="52101C49"/>
    <w:rsid w:val="52493D12"/>
    <w:rsid w:val="524F4BC5"/>
    <w:rsid w:val="525E68AC"/>
    <w:rsid w:val="526E7471"/>
    <w:rsid w:val="52743AA7"/>
    <w:rsid w:val="52935FAD"/>
    <w:rsid w:val="52A31C01"/>
    <w:rsid w:val="52B86385"/>
    <w:rsid w:val="52EA6B75"/>
    <w:rsid w:val="52F16D8C"/>
    <w:rsid w:val="52F83790"/>
    <w:rsid w:val="52F87C9F"/>
    <w:rsid w:val="53111561"/>
    <w:rsid w:val="531B5DB4"/>
    <w:rsid w:val="53246407"/>
    <w:rsid w:val="532645EC"/>
    <w:rsid w:val="532E6E06"/>
    <w:rsid w:val="533B6737"/>
    <w:rsid w:val="536765AB"/>
    <w:rsid w:val="537327B1"/>
    <w:rsid w:val="539C688D"/>
    <w:rsid w:val="53A90921"/>
    <w:rsid w:val="53CB4F00"/>
    <w:rsid w:val="53D21079"/>
    <w:rsid w:val="540948AB"/>
    <w:rsid w:val="540D79F6"/>
    <w:rsid w:val="541B713A"/>
    <w:rsid w:val="54202DDD"/>
    <w:rsid w:val="54312E3F"/>
    <w:rsid w:val="54483D06"/>
    <w:rsid w:val="546413AC"/>
    <w:rsid w:val="548B78B5"/>
    <w:rsid w:val="54953C78"/>
    <w:rsid w:val="54BD3E6D"/>
    <w:rsid w:val="54C24431"/>
    <w:rsid w:val="54E27E75"/>
    <w:rsid w:val="54F43C5E"/>
    <w:rsid w:val="54FA35D6"/>
    <w:rsid w:val="5513246C"/>
    <w:rsid w:val="55323065"/>
    <w:rsid w:val="554054A0"/>
    <w:rsid w:val="555F01A5"/>
    <w:rsid w:val="556F10E1"/>
    <w:rsid w:val="55AB447D"/>
    <w:rsid w:val="55B15F1F"/>
    <w:rsid w:val="55C716F7"/>
    <w:rsid w:val="55D77A32"/>
    <w:rsid w:val="55F242AA"/>
    <w:rsid w:val="560E4CA5"/>
    <w:rsid w:val="562A5661"/>
    <w:rsid w:val="565D5F6E"/>
    <w:rsid w:val="56736F94"/>
    <w:rsid w:val="569373F3"/>
    <w:rsid w:val="56A9502C"/>
    <w:rsid w:val="56AF029A"/>
    <w:rsid w:val="56F65812"/>
    <w:rsid w:val="56F716E7"/>
    <w:rsid w:val="570C172D"/>
    <w:rsid w:val="5720116E"/>
    <w:rsid w:val="572B6FBA"/>
    <w:rsid w:val="573C3BC6"/>
    <w:rsid w:val="57434926"/>
    <w:rsid w:val="574B2F54"/>
    <w:rsid w:val="575360B6"/>
    <w:rsid w:val="579051D0"/>
    <w:rsid w:val="579B2AC5"/>
    <w:rsid w:val="57BA4ACB"/>
    <w:rsid w:val="57D917FD"/>
    <w:rsid w:val="57DB128B"/>
    <w:rsid w:val="58015B03"/>
    <w:rsid w:val="582C64F1"/>
    <w:rsid w:val="58482701"/>
    <w:rsid w:val="585B5898"/>
    <w:rsid w:val="585E5A75"/>
    <w:rsid w:val="586116A1"/>
    <w:rsid w:val="586F3C99"/>
    <w:rsid w:val="58712918"/>
    <w:rsid w:val="58927DC7"/>
    <w:rsid w:val="58AC36BA"/>
    <w:rsid w:val="58DE7F5E"/>
    <w:rsid w:val="59041A79"/>
    <w:rsid w:val="59106163"/>
    <w:rsid w:val="59520689"/>
    <w:rsid w:val="59601FB2"/>
    <w:rsid w:val="596210B1"/>
    <w:rsid w:val="59733206"/>
    <w:rsid w:val="597A2797"/>
    <w:rsid w:val="59871CBE"/>
    <w:rsid w:val="59A34B32"/>
    <w:rsid w:val="59AC345E"/>
    <w:rsid w:val="59B26EC9"/>
    <w:rsid w:val="59BD7FD0"/>
    <w:rsid w:val="59D749C2"/>
    <w:rsid w:val="59F0439D"/>
    <w:rsid w:val="59FA61BB"/>
    <w:rsid w:val="59FE50C1"/>
    <w:rsid w:val="5A0B1E82"/>
    <w:rsid w:val="5A106531"/>
    <w:rsid w:val="5A4A27E3"/>
    <w:rsid w:val="5A500E9E"/>
    <w:rsid w:val="5A89557D"/>
    <w:rsid w:val="5A947E35"/>
    <w:rsid w:val="5AB9212C"/>
    <w:rsid w:val="5ADB68FE"/>
    <w:rsid w:val="5ADB6A92"/>
    <w:rsid w:val="5AF87335"/>
    <w:rsid w:val="5B1E6CE3"/>
    <w:rsid w:val="5B1F616A"/>
    <w:rsid w:val="5B2D28C2"/>
    <w:rsid w:val="5B4D0B1B"/>
    <w:rsid w:val="5B526429"/>
    <w:rsid w:val="5B7622C2"/>
    <w:rsid w:val="5B89217A"/>
    <w:rsid w:val="5BAC7E46"/>
    <w:rsid w:val="5BC83F35"/>
    <w:rsid w:val="5BFA6C19"/>
    <w:rsid w:val="5C041F52"/>
    <w:rsid w:val="5C0E6193"/>
    <w:rsid w:val="5C0F3615"/>
    <w:rsid w:val="5C1A5275"/>
    <w:rsid w:val="5C3B56F0"/>
    <w:rsid w:val="5C464A35"/>
    <w:rsid w:val="5C535A6E"/>
    <w:rsid w:val="5C8A2348"/>
    <w:rsid w:val="5C8C7B8E"/>
    <w:rsid w:val="5C8D12DF"/>
    <w:rsid w:val="5C933024"/>
    <w:rsid w:val="5CAE495A"/>
    <w:rsid w:val="5CB76759"/>
    <w:rsid w:val="5CCD35DC"/>
    <w:rsid w:val="5CD07C84"/>
    <w:rsid w:val="5CE005E3"/>
    <w:rsid w:val="5CE14E91"/>
    <w:rsid w:val="5CFD040B"/>
    <w:rsid w:val="5D0E2986"/>
    <w:rsid w:val="5D16694B"/>
    <w:rsid w:val="5D323718"/>
    <w:rsid w:val="5D547503"/>
    <w:rsid w:val="5D5576AE"/>
    <w:rsid w:val="5D6A34CC"/>
    <w:rsid w:val="5D6F0C5D"/>
    <w:rsid w:val="5D841889"/>
    <w:rsid w:val="5D8C7006"/>
    <w:rsid w:val="5D9A6E6B"/>
    <w:rsid w:val="5DBA3A1B"/>
    <w:rsid w:val="5DC8550C"/>
    <w:rsid w:val="5DE22E11"/>
    <w:rsid w:val="5DE9251E"/>
    <w:rsid w:val="5E0423A8"/>
    <w:rsid w:val="5E090E41"/>
    <w:rsid w:val="5E205F0A"/>
    <w:rsid w:val="5E3C4C99"/>
    <w:rsid w:val="5E4B6EB8"/>
    <w:rsid w:val="5E6808C6"/>
    <w:rsid w:val="5E89321D"/>
    <w:rsid w:val="5ECE476A"/>
    <w:rsid w:val="5ED7233E"/>
    <w:rsid w:val="5EE43E4B"/>
    <w:rsid w:val="5F004789"/>
    <w:rsid w:val="5F310788"/>
    <w:rsid w:val="5F337BA4"/>
    <w:rsid w:val="5F3F54C6"/>
    <w:rsid w:val="5F402734"/>
    <w:rsid w:val="5F4F68A6"/>
    <w:rsid w:val="5F510586"/>
    <w:rsid w:val="5F821F82"/>
    <w:rsid w:val="5F89355C"/>
    <w:rsid w:val="5FB76F2A"/>
    <w:rsid w:val="5FBB27D6"/>
    <w:rsid w:val="5FC128DB"/>
    <w:rsid w:val="5FCD2119"/>
    <w:rsid w:val="5FCD4041"/>
    <w:rsid w:val="5FD15398"/>
    <w:rsid w:val="5FE1025D"/>
    <w:rsid w:val="5FFC4A3D"/>
    <w:rsid w:val="6017571A"/>
    <w:rsid w:val="601E2FF8"/>
    <w:rsid w:val="602F5AC7"/>
    <w:rsid w:val="602F610A"/>
    <w:rsid w:val="603B0492"/>
    <w:rsid w:val="60703545"/>
    <w:rsid w:val="609A566E"/>
    <w:rsid w:val="60A42C19"/>
    <w:rsid w:val="60B63CE5"/>
    <w:rsid w:val="60C736D2"/>
    <w:rsid w:val="60E002B1"/>
    <w:rsid w:val="60F4179F"/>
    <w:rsid w:val="610D08ED"/>
    <w:rsid w:val="610E7542"/>
    <w:rsid w:val="611D2274"/>
    <w:rsid w:val="61290146"/>
    <w:rsid w:val="61437478"/>
    <w:rsid w:val="61520381"/>
    <w:rsid w:val="61835385"/>
    <w:rsid w:val="6186593F"/>
    <w:rsid w:val="618E12D9"/>
    <w:rsid w:val="61B63DEF"/>
    <w:rsid w:val="61BE0286"/>
    <w:rsid w:val="61C615A5"/>
    <w:rsid w:val="61D9148D"/>
    <w:rsid w:val="61DD177C"/>
    <w:rsid w:val="61E626C8"/>
    <w:rsid w:val="61F42F76"/>
    <w:rsid w:val="61F57128"/>
    <w:rsid w:val="61F61952"/>
    <w:rsid w:val="620D621D"/>
    <w:rsid w:val="62144D29"/>
    <w:rsid w:val="62154AF0"/>
    <w:rsid w:val="62376F89"/>
    <w:rsid w:val="625F22B9"/>
    <w:rsid w:val="62723CE2"/>
    <w:rsid w:val="628C423F"/>
    <w:rsid w:val="62DB3D5A"/>
    <w:rsid w:val="62F148FC"/>
    <w:rsid w:val="62F358DE"/>
    <w:rsid w:val="6304781F"/>
    <w:rsid w:val="63224474"/>
    <w:rsid w:val="6326708B"/>
    <w:rsid w:val="63294DF8"/>
    <w:rsid w:val="6330053F"/>
    <w:rsid w:val="633E6BB2"/>
    <w:rsid w:val="634F2B6B"/>
    <w:rsid w:val="636C19DD"/>
    <w:rsid w:val="63901145"/>
    <w:rsid w:val="639F352D"/>
    <w:rsid w:val="63B4753F"/>
    <w:rsid w:val="63C07363"/>
    <w:rsid w:val="63CA4F53"/>
    <w:rsid w:val="63E570D8"/>
    <w:rsid w:val="641D67BB"/>
    <w:rsid w:val="64231405"/>
    <w:rsid w:val="642F10CB"/>
    <w:rsid w:val="64775597"/>
    <w:rsid w:val="64B37B03"/>
    <w:rsid w:val="64BD2C1B"/>
    <w:rsid w:val="64C3193E"/>
    <w:rsid w:val="64D17587"/>
    <w:rsid w:val="64D75CF1"/>
    <w:rsid w:val="64DD2DCC"/>
    <w:rsid w:val="650F48DB"/>
    <w:rsid w:val="654274DD"/>
    <w:rsid w:val="654B66AA"/>
    <w:rsid w:val="656A7738"/>
    <w:rsid w:val="65996A54"/>
    <w:rsid w:val="65B23955"/>
    <w:rsid w:val="65FD3642"/>
    <w:rsid w:val="66155FB5"/>
    <w:rsid w:val="663603C2"/>
    <w:rsid w:val="665336A6"/>
    <w:rsid w:val="665F249F"/>
    <w:rsid w:val="66895145"/>
    <w:rsid w:val="669F05D0"/>
    <w:rsid w:val="66A13BCF"/>
    <w:rsid w:val="66A1447C"/>
    <w:rsid w:val="66A835F2"/>
    <w:rsid w:val="66B76D34"/>
    <w:rsid w:val="66C113D3"/>
    <w:rsid w:val="66CF043A"/>
    <w:rsid w:val="66DD2869"/>
    <w:rsid w:val="66DE057F"/>
    <w:rsid w:val="66E00B90"/>
    <w:rsid w:val="66EF1414"/>
    <w:rsid w:val="67201216"/>
    <w:rsid w:val="673A19CD"/>
    <w:rsid w:val="67401A35"/>
    <w:rsid w:val="67556783"/>
    <w:rsid w:val="67585C01"/>
    <w:rsid w:val="67616F11"/>
    <w:rsid w:val="678D5201"/>
    <w:rsid w:val="67A21543"/>
    <w:rsid w:val="67A828C9"/>
    <w:rsid w:val="67AC1FE5"/>
    <w:rsid w:val="67C34AF1"/>
    <w:rsid w:val="67E66A89"/>
    <w:rsid w:val="6808194A"/>
    <w:rsid w:val="681207AE"/>
    <w:rsid w:val="681B2025"/>
    <w:rsid w:val="681D5A83"/>
    <w:rsid w:val="68452757"/>
    <w:rsid w:val="685343B9"/>
    <w:rsid w:val="685B2D14"/>
    <w:rsid w:val="686276C3"/>
    <w:rsid w:val="686C419C"/>
    <w:rsid w:val="68916DB9"/>
    <w:rsid w:val="689247FA"/>
    <w:rsid w:val="68A1267C"/>
    <w:rsid w:val="68B73B47"/>
    <w:rsid w:val="68B97288"/>
    <w:rsid w:val="68BB1DDB"/>
    <w:rsid w:val="68BF2519"/>
    <w:rsid w:val="68C43706"/>
    <w:rsid w:val="68D05F48"/>
    <w:rsid w:val="68E51219"/>
    <w:rsid w:val="691A70AA"/>
    <w:rsid w:val="692C5023"/>
    <w:rsid w:val="69397963"/>
    <w:rsid w:val="69413E60"/>
    <w:rsid w:val="694611B1"/>
    <w:rsid w:val="696E7872"/>
    <w:rsid w:val="69BF2049"/>
    <w:rsid w:val="69D219C9"/>
    <w:rsid w:val="69D34544"/>
    <w:rsid w:val="69FE4E85"/>
    <w:rsid w:val="6A152B64"/>
    <w:rsid w:val="6A1F3B94"/>
    <w:rsid w:val="6A321BEC"/>
    <w:rsid w:val="6A36418C"/>
    <w:rsid w:val="6A383C1C"/>
    <w:rsid w:val="6A3A509C"/>
    <w:rsid w:val="6A3B5F2F"/>
    <w:rsid w:val="6A4469DD"/>
    <w:rsid w:val="6A474DE6"/>
    <w:rsid w:val="6A4D5754"/>
    <w:rsid w:val="6A59582C"/>
    <w:rsid w:val="6A826DE8"/>
    <w:rsid w:val="6A91097A"/>
    <w:rsid w:val="6A9A4BD5"/>
    <w:rsid w:val="6A9C0966"/>
    <w:rsid w:val="6ABA578E"/>
    <w:rsid w:val="6B174C03"/>
    <w:rsid w:val="6B244833"/>
    <w:rsid w:val="6B490AA4"/>
    <w:rsid w:val="6B505B9F"/>
    <w:rsid w:val="6B561844"/>
    <w:rsid w:val="6B5D3105"/>
    <w:rsid w:val="6B5F3FF3"/>
    <w:rsid w:val="6B634A27"/>
    <w:rsid w:val="6B6D52DB"/>
    <w:rsid w:val="6BB153F2"/>
    <w:rsid w:val="6BB62900"/>
    <w:rsid w:val="6BE854FF"/>
    <w:rsid w:val="6C452E40"/>
    <w:rsid w:val="6C4C7734"/>
    <w:rsid w:val="6C735AEE"/>
    <w:rsid w:val="6C79432A"/>
    <w:rsid w:val="6CAB2191"/>
    <w:rsid w:val="6CC84B10"/>
    <w:rsid w:val="6CD24C2C"/>
    <w:rsid w:val="6D1F1C15"/>
    <w:rsid w:val="6D245F96"/>
    <w:rsid w:val="6D3F7C5A"/>
    <w:rsid w:val="6D5C54CC"/>
    <w:rsid w:val="6D5E74F4"/>
    <w:rsid w:val="6D690377"/>
    <w:rsid w:val="6D7C65DB"/>
    <w:rsid w:val="6DA404B4"/>
    <w:rsid w:val="6DB42DA0"/>
    <w:rsid w:val="6DCF1017"/>
    <w:rsid w:val="6DD96FBC"/>
    <w:rsid w:val="6DEE5613"/>
    <w:rsid w:val="6E694351"/>
    <w:rsid w:val="6E7D2A75"/>
    <w:rsid w:val="6E9F3EE3"/>
    <w:rsid w:val="6EC50BEB"/>
    <w:rsid w:val="6EC836BF"/>
    <w:rsid w:val="6EFF7CA5"/>
    <w:rsid w:val="6F174630"/>
    <w:rsid w:val="6F1E0856"/>
    <w:rsid w:val="6F255275"/>
    <w:rsid w:val="6F2831EA"/>
    <w:rsid w:val="6F3144C3"/>
    <w:rsid w:val="6F331C25"/>
    <w:rsid w:val="6F447F31"/>
    <w:rsid w:val="6F5D4F8F"/>
    <w:rsid w:val="6F757E51"/>
    <w:rsid w:val="6FB61197"/>
    <w:rsid w:val="6FCC4EDD"/>
    <w:rsid w:val="6FE47558"/>
    <w:rsid w:val="70100CD5"/>
    <w:rsid w:val="701E66A5"/>
    <w:rsid w:val="702A67A5"/>
    <w:rsid w:val="70567264"/>
    <w:rsid w:val="70595193"/>
    <w:rsid w:val="70696FFE"/>
    <w:rsid w:val="70845938"/>
    <w:rsid w:val="70BB35D7"/>
    <w:rsid w:val="70BD0260"/>
    <w:rsid w:val="70DA7BD0"/>
    <w:rsid w:val="70DD6532"/>
    <w:rsid w:val="70EF7B23"/>
    <w:rsid w:val="71085A39"/>
    <w:rsid w:val="710E1FD7"/>
    <w:rsid w:val="71603357"/>
    <w:rsid w:val="718B1925"/>
    <w:rsid w:val="718E4E31"/>
    <w:rsid w:val="719C58D1"/>
    <w:rsid w:val="71B26653"/>
    <w:rsid w:val="71B363DD"/>
    <w:rsid w:val="720D7BA4"/>
    <w:rsid w:val="723166F1"/>
    <w:rsid w:val="72387FE0"/>
    <w:rsid w:val="72522924"/>
    <w:rsid w:val="727D6AA2"/>
    <w:rsid w:val="729B14DB"/>
    <w:rsid w:val="72BF3D99"/>
    <w:rsid w:val="72C503B3"/>
    <w:rsid w:val="72C66291"/>
    <w:rsid w:val="72C87CF1"/>
    <w:rsid w:val="72E0467F"/>
    <w:rsid w:val="72E07E9E"/>
    <w:rsid w:val="72E27A6E"/>
    <w:rsid w:val="72F415E1"/>
    <w:rsid w:val="72FD4859"/>
    <w:rsid w:val="73100BE3"/>
    <w:rsid w:val="73160D1D"/>
    <w:rsid w:val="732276F8"/>
    <w:rsid w:val="733B6038"/>
    <w:rsid w:val="73522095"/>
    <w:rsid w:val="735419B0"/>
    <w:rsid w:val="735D1D1B"/>
    <w:rsid w:val="73682628"/>
    <w:rsid w:val="739338BE"/>
    <w:rsid w:val="73C07233"/>
    <w:rsid w:val="73C521F1"/>
    <w:rsid w:val="73DC513E"/>
    <w:rsid w:val="74034913"/>
    <w:rsid w:val="74127C35"/>
    <w:rsid w:val="74456907"/>
    <w:rsid w:val="74741883"/>
    <w:rsid w:val="747D3295"/>
    <w:rsid w:val="74912E8C"/>
    <w:rsid w:val="74CD5788"/>
    <w:rsid w:val="74F876C9"/>
    <w:rsid w:val="7501632A"/>
    <w:rsid w:val="750E31C1"/>
    <w:rsid w:val="751C6F74"/>
    <w:rsid w:val="75341923"/>
    <w:rsid w:val="75352A14"/>
    <w:rsid w:val="75534A6F"/>
    <w:rsid w:val="7554032D"/>
    <w:rsid w:val="75671783"/>
    <w:rsid w:val="75713764"/>
    <w:rsid w:val="75792F74"/>
    <w:rsid w:val="75DA4D7C"/>
    <w:rsid w:val="75DB7DAC"/>
    <w:rsid w:val="76172F70"/>
    <w:rsid w:val="761A5F73"/>
    <w:rsid w:val="762D469C"/>
    <w:rsid w:val="763903C0"/>
    <w:rsid w:val="7674703B"/>
    <w:rsid w:val="769322F1"/>
    <w:rsid w:val="76A821FC"/>
    <w:rsid w:val="76B713DE"/>
    <w:rsid w:val="76C467C4"/>
    <w:rsid w:val="76EE421F"/>
    <w:rsid w:val="76F83E1D"/>
    <w:rsid w:val="770E478A"/>
    <w:rsid w:val="77172E59"/>
    <w:rsid w:val="771754D1"/>
    <w:rsid w:val="772C4A6A"/>
    <w:rsid w:val="773F0DCA"/>
    <w:rsid w:val="77595C4E"/>
    <w:rsid w:val="775F06B3"/>
    <w:rsid w:val="77846173"/>
    <w:rsid w:val="778806B2"/>
    <w:rsid w:val="778F2AFE"/>
    <w:rsid w:val="77A13FED"/>
    <w:rsid w:val="77B0157C"/>
    <w:rsid w:val="77BE003B"/>
    <w:rsid w:val="77BF7176"/>
    <w:rsid w:val="77D74269"/>
    <w:rsid w:val="78364916"/>
    <w:rsid w:val="78450DB4"/>
    <w:rsid w:val="786A4CB9"/>
    <w:rsid w:val="787D1E81"/>
    <w:rsid w:val="78A368A4"/>
    <w:rsid w:val="78DB5979"/>
    <w:rsid w:val="78EF60B6"/>
    <w:rsid w:val="78FD6313"/>
    <w:rsid w:val="796C445A"/>
    <w:rsid w:val="797B2D05"/>
    <w:rsid w:val="79943084"/>
    <w:rsid w:val="799E36D6"/>
    <w:rsid w:val="79BD3C88"/>
    <w:rsid w:val="79E14863"/>
    <w:rsid w:val="79E225F7"/>
    <w:rsid w:val="79E436CB"/>
    <w:rsid w:val="79F773D9"/>
    <w:rsid w:val="7A0A7984"/>
    <w:rsid w:val="7A0D06DF"/>
    <w:rsid w:val="7A1A4053"/>
    <w:rsid w:val="7A3A3868"/>
    <w:rsid w:val="7A502C06"/>
    <w:rsid w:val="7A675F41"/>
    <w:rsid w:val="7A6B02C6"/>
    <w:rsid w:val="7A6C4A1B"/>
    <w:rsid w:val="7A8347FE"/>
    <w:rsid w:val="7AFF182A"/>
    <w:rsid w:val="7B0649F9"/>
    <w:rsid w:val="7B454ACD"/>
    <w:rsid w:val="7B6E7843"/>
    <w:rsid w:val="7B6F2345"/>
    <w:rsid w:val="7B7434E7"/>
    <w:rsid w:val="7B9A1CBF"/>
    <w:rsid w:val="7BB75C72"/>
    <w:rsid w:val="7BE60070"/>
    <w:rsid w:val="7BEA40EE"/>
    <w:rsid w:val="7BEF3269"/>
    <w:rsid w:val="7C2945F0"/>
    <w:rsid w:val="7C5B4116"/>
    <w:rsid w:val="7C821A09"/>
    <w:rsid w:val="7CAC507A"/>
    <w:rsid w:val="7CC43D97"/>
    <w:rsid w:val="7CC52ACF"/>
    <w:rsid w:val="7CDE54B3"/>
    <w:rsid w:val="7CF0385C"/>
    <w:rsid w:val="7D1C5FF4"/>
    <w:rsid w:val="7D1E38B4"/>
    <w:rsid w:val="7D43715D"/>
    <w:rsid w:val="7D49156F"/>
    <w:rsid w:val="7D6171BD"/>
    <w:rsid w:val="7D6B5610"/>
    <w:rsid w:val="7D9F1E0A"/>
    <w:rsid w:val="7DA916C6"/>
    <w:rsid w:val="7DAF56BD"/>
    <w:rsid w:val="7DD71BE2"/>
    <w:rsid w:val="7E081881"/>
    <w:rsid w:val="7E0F5CCD"/>
    <w:rsid w:val="7E475FB0"/>
    <w:rsid w:val="7E5E3BD7"/>
    <w:rsid w:val="7E9E262C"/>
    <w:rsid w:val="7EC34120"/>
    <w:rsid w:val="7EC751CE"/>
    <w:rsid w:val="7EE862D8"/>
    <w:rsid w:val="7EF92EEE"/>
    <w:rsid w:val="7F202282"/>
    <w:rsid w:val="7F316932"/>
    <w:rsid w:val="7F373F17"/>
    <w:rsid w:val="7F3C016D"/>
    <w:rsid w:val="7F631DFD"/>
    <w:rsid w:val="7F6A297E"/>
    <w:rsid w:val="7F8E4AB0"/>
    <w:rsid w:val="7F996E2F"/>
    <w:rsid w:val="7F9E2050"/>
    <w:rsid w:val="7FBD00A5"/>
    <w:rsid w:val="7FC76D94"/>
    <w:rsid w:val="7FD51609"/>
    <w:rsid w:val="7FD86120"/>
    <w:rsid w:val="7FF453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万城镇</Company>
  <Pages>1</Pages>
  <Words>0</Words>
  <Characters>0</Characters>
  <Lines>0</Lines>
  <Paragraphs>0</Paragraphs>
  <TotalTime>1</TotalTime>
  <ScaleCrop>false</ScaleCrop>
  <LinksUpToDate>false</LinksUpToDate>
  <CharactersWithSpaces>0</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2022-05-30T11:47:00Z</dcterms:created>
  <dc:creator>Administrator</dc:creator>
  <cp:lastModifiedBy>李文平</cp:lastModifiedBy>
  <dcterms:modified xsi:type="dcterms:W3CDTF">2022-06-01T05:32:19Z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522EF9F75BBD415AAA0CD0D87C1F9F5D</vt:lpwstr>
  </property>
</Properties>
</file>